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B9052" w14:textId="326C2968" w:rsidR="006F3B8B" w:rsidRPr="00081C7E" w:rsidRDefault="2364701C" w:rsidP="2F2CE7B6">
      <w:pPr>
        <w:pStyle w:val="Title"/>
        <w:ind w:left="-270"/>
        <w:rPr>
          <w:rFonts w:asciiTheme="minorHAnsi" w:hAnsiTheme="minorHAnsi"/>
          <w:spacing w:val="-6"/>
        </w:rPr>
      </w:pPr>
      <w:bookmarkStart w:id="0" w:name="_GoBack"/>
      <w:bookmarkEnd w:id="0"/>
      <w:r w:rsidRPr="00081C7E">
        <w:rPr>
          <w:rFonts w:asciiTheme="minorHAnsi" w:hAnsiTheme="minorHAnsi"/>
          <w:spacing w:val="-6"/>
        </w:rPr>
        <w:t>Formation à la supervision et à l’encadrement de la gestion de cas pour la protection de l’enfant</w:t>
      </w:r>
    </w:p>
    <w:p w14:paraId="767B0A21" w14:textId="157A3FF8" w:rsidR="2364701C" w:rsidRDefault="2364701C" w:rsidP="00F745F8">
      <w:pPr>
        <w:pStyle w:val="Title"/>
        <w:ind w:left="-270"/>
      </w:pPr>
      <w:r>
        <w:rPr>
          <w:rFonts w:asciiTheme="minorHAnsi" w:hAnsiTheme="minorHAnsi"/>
          <w:b w:val="0"/>
        </w:rPr>
        <w:t>Date, Lieu</w:t>
      </w:r>
    </w:p>
    <w:p w14:paraId="69AA2C4B" w14:textId="33EB9D36" w:rsidR="00EB13BA" w:rsidRPr="00CB05D9" w:rsidRDefault="534E21C5" w:rsidP="534E21C5">
      <w:pPr>
        <w:jc w:val="center"/>
        <w:rPr>
          <w:b/>
          <w:bCs/>
        </w:rPr>
      </w:pPr>
      <w:r>
        <w:rPr>
          <w:b/>
          <w:bCs/>
        </w:rPr>
        <w:t>Programme de formation sur 4 jours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748976B2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0721B2D" w14:textId="77777777" w:rsidR="00EB13BA" w:rsidRDefault="2F2CE7B6" w:rsidP="000C3A00">
            <w:r>
              <w:t>Jour 1</w:t>
            </w:r>
          </w:p>
        </w:tc>
      </w:tr>
      <w:tr w:rsidR="00EB13BA" w14:paraId="6CC17961" w14:textId="77777777" w:rsidTr="534E21C5">
        <w:tc>
          <w:tcPr>
            <w:tcW w:w="4675" w:type="dxa"/>
          </w:tcPr>
          <w:p w14:paraId="589B7356" w14:textId="61A4047D" w:rsidR="00EB13BA" w:rsidRDefault="534E21C5" w:rsidP="00A74DB9">
            <w:r>
              <w:t>9:00 – 11:00</w:t>
            </w:r>
          </w:p>
        </w:tc>
        <w:tc>
          <w:tcPr>
            <w:tcW w:w="4675" w:type="dxa"/>
          </w:tcPr>
          <w:p w14:paraId="5EA4A101" w14:textId="6B117E13" w:rsidR="00EB13BA" w:rsidRDefault="2364701C" w:rsidP="000C3A00">
            <w:r>
              <w:t>Accueil et présentations</w:t>
            </w:r>
          </w:p>
        </w:tc>
      </w:tr>
      <w:tr w:rsidR="00EB13BA" w14:paraId="1970332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55A6C28" w14:textId="2989E5AC" w:rsidR="00EB13BA" w:rsidRDefault="534E21C5" w:rsidP="000C3A00">
            <w:r>
              <w:t>11:00 –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8F4265B" w14:textId="6B3361BF" w:rsidR="00EB13BA" w:rsidRDefault="2F2CE7B6" w:rsidP="002F5C54">
            <w:r>
              <w:t>Pause</w:t>
            </w:r>
          </w:p>
        </w:tc>
      </w:tr>
      <w:tr w:rsidR="00EB13BA" w14:paraId="7DF511D0" w14:textId="77777777" w:rsidTr="534E21C5">
        <w:tc>
          <w:tcPr>
            <w:tcW w:w="4675" w:type="dxa"/>
          </w:tcPr>
          <w:p w14:paraId="0066F43A" w14:textId="026C46F9" w:rsidR="00EB13BA" w:rsidRDefault="534E21C5" w:rsidP="00AD1312">
            <w:r>
              <w:t>11:15 – 12:45</w:t>
            </w:r>
          </w:p>
        </w:tc>
        <w:tc>
          <w:tcPr>
            <w:tcW w:w="4675" w:type="dxa"/>
          </w:tcPr>
          <w:p w14:paraId="08B40A20" w14:textId="01268D8A" w:rsidR="00EB13BA" w:rsidRDefault="2364701C" w:rsidP="00F745F8">
            <w:r>
              <w:t>Module 1 : Définition de la supervision et de l’encadrement</w:t>
            </w:r>
          </w:p>
        </w:tc>
      </w:tr>
      <w:tr w:rsidR="00EB13BA" w14:paraId="547C914E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3DB95CE1" w14:textId="5AC356D9" w:rsidR="00EB13BA" w:rsidRDefault="534E21C5" w:rsidP="00AD1312">
            <w:r>
              <w:t>12:45 – 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B2CE5E7" w14:textId="1BDF6BEC" w:rsidR="00EB13BA" w:rsidRDefault="2F2CE7B6" w:rsidP="000C3A00">
            <w:r>
              <w:t>Déjeuner</w:t>
            </w:r>
          </w:p>
        </w:tc>
      </w:tr>
      <w:tr w:rsidR="00EB13BA" w14:paraId="080C07ED" w14:textId="77777777" w:rsidTr="534E21C5">
        <w:tc>
          <w:tcPr>
            <w:tcW w:w="4675" w:type="dxa"/>
          </w:tcPr>
          <w:p w14:paraId="49DF34A1" w14:textId="4C29D634" w:rsidR="00EB13BA" w:rsidRDefault="534E21C5" w:rsidP="00AD1312">
            <w:r>
              <w:t>13:45 – 16:00</w:t>
            </w:r>
          </w:p>
        </w:tc>
        <w:tc>
          <w:tcPr>
            <w:tcW w:w="4675" w:type="dxa"/>
          </w:tcPr>
          <w:p w14:paraId="12F2CF6B" w14:textId="3F1096F0" w:rsidR="00EB13BA" w:rsidRDefault="2364701C" w:rsidP="00F745F8">
            <w:r>
              <w:t>Module 1 : Définition de la supervision et de l’encadrement</w:t>
            </w:r>
          </w:p>
        </w:tc>
      </w:tr>
      <w:tr w:rsidR="00EB13BA" w14:paraId="680A3F00" w14:textId="77777777" w:rsidTr="534E21C5">
        <w:tc>
          <w:tcPr>
            <w:tcW w:w="4675" w:type="dxa"/>
          </w:tcPr>
          <w:p w14:paraId="426315A1" w14:textId="5DE5FA4B" w:rsidR="00EB13BA" w:rsidRDefault="2364701C" w:rsidP="008C26DA">
            <w:r>
              <w:t>16:00</w:t>
            </w:r>
          </w:p>
        </w:tc>
        <w:tc>
          <w:tcPr>
            <w:tcW w:w="4675" w:type="dxa"/>
          </w:tcPr>
          <w:p w14:paraId="6E41A956" w14:textId="4B778B61" w:rsidR="00EB13BA" w:rsidRDefault="2F2CE7B6" w:rsidP="000C3A00">
            <w:r>
              <w:t>Fin de l’atelier</w:t>
            </w:r>
          </w:p>
        </w:tc>
      </w:tr>
    </w:tbl>
    <w:p w14:paraId="6C1FDF74" w14:textId="77777777" w:rsidR="00EB13BA" w:rsidRDefault="00EB13BA" w:rsidP="00EB13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2548C" w14:paraId="234F440E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D2376E3" w14:textId="1AFB3A12" w:rsidR="00F2548C" w:rsidRDefault="2F2CE7B6">
            <w:r>
              <w:t>Jour 2</w:t>
            </w:r>
          </w:p>
        </w:tc>
      </w:tr>
      <w:tr w:rsidR="0439A98E" w14:paraId="744E3241" w14:textId="77777777" w:rsidTr="534E21C5">
        <w:tc>
          <w:tcPr>
            <w:tcW w:w="4675" w:type="dxa"/>
          </w:tcPr>
          <w:p w14:paraId="42FFBA8E" w14:textId="7C84098A" w:rsidR="0439A98E" w:rsidRDefault="534E21C5">
            <w:r>
              <w:t>9:00 – 09:30</w:t>
            </w:r>
          </w:p>
        </w:tc>
        <w:tc>
          <w:tcPr>
            <w:tcW w:w="4675" w:type="dxa"/>
          </w:tcPr>
          <w:p w14:paraId="1378DC90" w14:textId="5AB212C6" w:rsidR="0439A98E" w:rsidRDefault="3F5CD5D4" w:rsidP="0439A98E">
            <w:r>
              <w:t>Accueil et révision</w:t>
            </w:r>
          </w:p>
        </w:tc>
      </w:tr>
      <w:tr w:rsidR="0439A98E" w14:paraId="02D649B0" w14:textId="77777777" w:rsidTr="534E21C5">
        <w:trPr>
          <w:trHeight w:val="548"/>
        </w:trPr>
        <w:tc>
          <w:tcPr>
            <w:tcW w:w="4675" w:type="dxa"/>
          </w:tcPr>
          <w:p w14:paraId="398C4A35" w14:textId="7A2F0313" w:rsidR="0439A98E" w:rsidRDefault="534E21C5" w:rsidP="00B035C0">
            <w:r>
              <w:t>09:30 – 11:00</w:t>
            </w:r>
          </w:p>
        </w:tc>
        <w:tc>
          <w:tcPr>
            <w:tcW w:w="4675" w:type="dxa"/>
          </w:tcPr>
          <w:p w14:paraId="644B9521" w14:textId="6751A3F9" w:rsidR="0439A98E" w:rsidRDefault="00F745F8" w:rsidP="00F745F8">
            <w:r>
              <w:t>Module 2 : Pratiques et outils de supervision et d’encadrement</w:t>
            </w:r>
          </w:p>
        </w:tc>
      </w:tr>
      <w:tr w:rsidR="0439A98E" w14:paraId="3DE91AD2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631E260" w14:textId="4AE48EC7" w:rsidR="0439A98E" w:rsidRDefault="534E21C5" w:rsidP="00B035C0">
            <w:r>
              <w:t>11:00 –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4EFCA91F" w14:textId="77777777" w:rsidR="0439A98E" w:rsidRDefault="2F2CE7B6">
            <w:r>
              <w:t>Pause</w:t>
            </w:r>
          </w:p>
        </w:tc>
      </w:tr>
      <w:tr w:rsidR="0439A98E" w14:paraId="29704806" w14:textId="77777777" w:rsidTr="534E21C5">
        <w:tc>
          <w:tcPr>
            <w:tcW w:w="4675" w:type="dxa"/>
          </w:tcPr>
          <w:p w14:paraId="20B8CCAF" w14:textId="1612329B" w:rsidR="0439A98E" w:rsidRDefault="534E21C5" w:rsidP="005E7294">
            <w:r>
              <w:t>11:15 – 13:00</w:t>
            </w:r>
          </w:p>
        </w:tc>
        <w:tc>
          <w:tcPr>
            <w:tcW w:w="4675" w:type="dxa"/>
          </w:tcPr>
          <w:p w14:paraId="402A9CBB" w14:textId="420C8650" w:rsidR="0439A98E" w:rsidRDefault="00F745F8" w:rsidP="00F745F8">
            <w:r>
              <w:t>Module 2 : Pratiques et outils de supervision et d’encadrement</w:t>
            </w:r>
          </w:p>
        </w:tc>
      </w:tr>
      <w:tr w:rsidR="0439A98E" w14:paraId="7FE7AA87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7495C59" w14:textId="6DD874BA" w:rsidR="0439A98E" w:rsidRDefault="534E21C5" w:rsidP="00B035C0">
            <w:r>
              <w:t>13:00 –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1125C872" w14:textId="77777777" w:rsidR="0439A98E" w:rsidRDefault="2F2CE7B6">
            <w:r>
              <w:t>Déjeuner</w:t>
            </w:r>
          </w:p>
        </w:tc>
      </w:tr>
      <w:tr w:rsidR="0439A98E" w14:paraId="397E987D" w14:textId="77777777" w:rsidTr="534E21C5">
        <w:tc>
          <w:tcPr>
            <w:tcW w:w="4675" w:type="dxa"/>
          </w:tcPr>
          <w:p w14:paraId="45658F26" w14:textId="3AA41B7F" w:rsidR="0439A98E" w:rsidRDefault="534E21C5" w:rsidP="00C96552">
            <w:r>
              <w:t>14:00 – 16:00</w:t>
            </w:r>
          </w:p>
        </w:tc>
        <w:tc>
          <w:tcPr>
            <w:tcW w:w="4675" w:type="dxa"/>
          </w:tcPr>
          <w:p w14:paraId="79D4867A" w14:textId="452FF5A7" w:rsidR="0439A98E" w:rsidRDefault="00B035C0" w:rsidP="00F745F8">
            <w:r>
              <w:t>Module 2 : Pratiques et outils de supervision et d’encadrement</w:t>
            </w:r>
          </w:p>
        </w:tc>
      </w:tr>
      <w:tr w:rsidR="3437730D" w14:paraId="4FC8721A" w14:textId="77777777" w:rsidTr="534E21C5">
        <w:tc>
          <w:tcPr>
            <w:tcW w:w="4675" w:type="dxa"/>
          </w:tcPr>
          <w:p w14:paraId="0D3976AF" w14:textId="383CAB72" w:rsidR="3437730D" w:rsidRDefault="008C26DA" w:rsidP="3437730D">
            <w:r>
              <w:t>16:00</w:t>
            </w:r>
          </w:p>
        </w:tc>
        <w:tc>
          <w:tcPr>
            <w:tcW w:w="4675" w:type="dxa"/>
          </w:tcPr>
          <w:p w14:paraId="52B5E115" w14:textId="0438B071" w:rsidR="3437730D" w:rsidRDefault="2364701C" w:rsidP="3437730D">
            <w:r>
              <w:t>Fin de l’atelier</w:t>
            </w:r>
          </w:p>
        </w:tc>
      </w:tr>
    </w:tbl>
    <w:p w14:paraId="20AEEE9C" w14:textId="77777777" w:rsidR="00EB13BA" w:rsidRDefault="00EB13BA" w:rsidP="00EB13BA"/>
    <w:p w14:paraId="6AB0BFF5" w14:textId="77777777" w:rsidR="00081C7E" w:rsidRDefault="00081C7E" w:rsidP="00EB13BA"/>
    <w:p w14:paraId="19C10E25" w14:textId="77777777" w:rsidR="00081C7E" w:rsidRDefault="00081C7E" w:rsidP="00EB13BA"/>
    <w:p w14:paraId="1E4869C0" w14:textId="77777777" w:rsidR="00081C7E" w:rsidRDefault="00081C7E" w:rsidP="00EB13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35C0" w14:paraId="4F1EE003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08696A47" w14:textId="58A3FDA2" w:rsidR="00B035C0" w:rsidRDefault="00B035C0" w:rsidP="00151D3C">
            <w:r>
              <w:lastRenderedPageBreak/>
              <w:t>Jour 3</w:t>
            </w:r>
          </w:p>
        </w:tc>
      </w:tr>
      <w:tr w:rsidR="00B035C0" w14:paraId="74389445" w14:textId="77777777" w:rsidTr="534E21C5">
        <w:tc>
          <w:tcPr>
            <w:tcW w:w="4675" w:type="dxa"/>
          </w:tcPr>
          <w:p w14:paraId="6E84B219" w14:textId="4B0F0F79" w:rsidR="00B035C0" w:rsidRDefault="534E21C5" w:rsidP="00151D3C">
            <w:r>
              <w:t>9:00 – 09:30</w:t>
            </w:r>
          </w:p>
        </w:tc>
        <w:tc>
          <w:tcPr>
            <w:tcW w:w="4675" w:type="dxa"/>
          </w:tcPr>
          <w:p w14:paraId="73B14F35" w14:textId="77777777" w:rsidR="00B035C0" w:rsidRDefault="00B035C0" w:rsidP="00151D3C">
            <w:r>
              <w:t>Accueil et révision</w:t>
            </w:r>
          </w:p>
        </w:tc>
      </w:tr>
      <w:tr w:rsidR="00B035C0" w14:paraId="0A1877DA" w14:textId="77777777" w:rsidTr="534E21C5">
        <w:trPr>
          <w:trHeight w:val="548"/>
        </w:trPr>
        <w:tc>
          <w:tcPr>
            <w:tcW w:w="4675" w:type="dxa"/>
          </w:tcPr>
          <w:p w14:paraId="399D0A30" w14:textId="558726C2" w:rsidR="00B035C0" w:rsidRDefault="534E21C5" w:rsidP="00151D3C">
            <w:r>
              <w:t>09:30 – 11:00</w:t>
            </w:r>
          </w:p>
        </w:tc>
        <w:tc>
          <w:tcPr>
            <w:tcW w:w="4675" w:type="dxa"/>
          </w:tcPr>
          <w:p w14:paraId="589C954C" w14:textId="0AEA46F6" w:rsidR="00B035C0" w:rsidRDefault="00B035C0" w:rsidP="00151D3C">
            <w:r>
              <w:t>Module 3 : Compétences dans la supervision et l’encadrement</w:t>
            </w:r>
          </w:p>
        </w:tc>
      </w:tr>
      <w:tr w:rsidR="00B035C0" w14:paraId="2D48209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67BAA79B" w14:textId="0BFD8A49" w:rsidR="00B035C0" w:rsidRDefault="534E21C5" w:rsidP="00151D3C">
            <w:r>
              <w:t>11:00 –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7EBCD519" w14:textId="77777777" w:rsidR="00B035C0" w:rsidRDefault="00B035C0" w:rsidP="00151D3C">
            <w:r>
              <w:t>Pause</w:t>
            </w:r>
          </w:p>
        </w:tc>
      </w:tr>
      <w:tr w:rsidR="00B035C0" w14:paraId="15718FBB" w14:textId="77777777" w:rsidTr="534E21C5">
        <w:tc>
          <w:tcPr>
            <w:tcW w:w="4675" w:type="dxa"/>
          </w:tcPr>
          <w:p w14:paraId="4316E1C0" w14:textId="70F85323" w:rsidR="00B035C0" w:rsidRDefault="534E21C5" w:rsidP="00151D3C">
            <w:r>
              <w:t>11:15 – 13:00</w:t>
            </w:r>
          </w:p>
        </w:tc>
        <w:tc>
          <w:tcPr>
            <w:tcW w:w="4675" w:type="dxa"/>
          </w:tcPr>
          <w:p w14:paraId="5FDF529F" w14:textId="791045E5" w:rsidR="00B035C0" w:rsidRDefault="00B035C0" w:rsidP="00151D3C">
            <w:r>
              <w:t>Module 3 : Compétences dans la supervision et l’encadrement</w:t>
            </w:r>
          </w:p>
        </w:tc>
      </w:tr>
      <w:tr w:rsidR="00B035C0" w14:paraId="58BFC2E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0A3B6F9" w14:textId="6B241FA7" w:rsidR="00B035C0" w:rsidRDefault="534E21C5" w:rsidP="00151D3C">
            <w:r>
              <w:t>13:00 –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3AF5794" w14:textId="77777777" w:rsidR="00B035C0" w:rsidRDefault="00B035C0" w:rsidP="00151D3C">
            <w:r>
              <w:t>Déjeuner</w:t>
            </w:r>
          </w:p>
        </w:tc>
      </w:tr>
      <w:tr w:rsidR="00B035C0" w14:paraId="20308806" w14:textId="77777777" w:rsidTr="534E21C5">
        <w:tc>
          <w:tcPr>
            <w:tcW w:w="4675" w:type="dxa"/>
          </w:tcPr>
          <w:p w14:paraId="4FA4CE3E" w14:textId="05CD7CD6" w:rsidR="00B035C0" w:rsidRDefault="00C96552" w:rsidP="008C26DA">
            <w:r>
              <w:t>14:00 – 16:00</w:t>
            </w:r>
          </w:p>
        </w:tc>
        <w:tc>
          <w:tcPr>
            <w:tcW w:w="4675" w:type="dxa"/>
          </w:tcPr>
          <w:p w14:paraId="0088EE74" w14:textId="6D2F3221" w:rsidR="00B035C0" w:rsidRDefault="00B035C0" w:rsidP="00151D3C">
            <w:r>
              <w:t>Module 3 : Compétences dans la supervision et l’encadrement</w:t>
            </w:r>
          </w:p>
        </w:tc>
      </w:tr>
      <w:tr w:rsidR="00B035C0" w14:paraId="0F0347D8" w14:textId="77777777" w:rsidTr="534E21C5">
        <w:tc>
          <w:tcPr>
            <w:tcW w:w="4675" w:type="dxa"/>
          </w:tcPr>
          <w:p w14:paraId="26A42C53" w14:textId="02F7B562" w:rsidR="00B035C0" w:rsidRDefault="00B035C0" w:rsidP="008C26DA">
            <w:r>
              <w:t>16:00</w:t>
            </w:r>
          </w:p>
        </w:tc>
        <w:tc>
          <w:tcPr>
            <w:tcW w:w="4675" w:type="dxa"/>
          </w:tcPr>
          <w:p w14:paraId="0345275A" w14:textId="77777777" w:rsidR="00B035C0" w:rsidRDefault="00B035C0" w:rsidP="00151D3C">
            <w:r>
              <w:t>Fin de l’atelier</w:t>
            </w:r>
          </w:p>
        </w:tc>
      </w:tr>
    </w:tbl>
    <w:p w14:paraId="566F56FF" w14:textId="77777777" w:rsidR="00B035C0" w:rsidRDefault="00B035C0" w:rsidP="00EB13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3819ED17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7204AAD0" w14:textId="1730BB69" w:rsidR="00EB13BA" w:rsidRDefault="00B035C0" w:rsidP="000C3A00">
            <w:r>
              <w:t>Jour 4</w:t>
            </w:r>
          </w:p>
        </w:tc>
      </w:tr>
      <w:tr w:rsidR="00EB13BA" w14:paraId="17DA0263" w14:textId="77777777" w:rsidTr="534E21C5">
        <w:tc>
          <w:tcPr>
            <w:tcW w:w="4675" w:type="dxa"/>
          </w:tcPr>
          <w:p w14:paraId="55A96B30" w14:textId="66B74934" w:rsidR="00EB13BA" w:rsidRDefault="534E21C5" w:rsidP="000C3A00">
            <w:r>
              <w:t>9:00 – 09:30</w:t>
            </w:r>
          </w:p>
        </w:tc>
        <w:tc>
          <w:tcPr>
            <w:tcW w:w="4675" w:type="dxa"/>
          </w:tcPr>
          <w:p w14:paraId="5F81F67D" w14:textId="7C4C8B04" w:rsidR="00EB13BA" w:rsidRDefault="534E21C5" w:rsidP="000C3A00">
            <w:r>
              <w:t>Accueil et révision</w:t>
            </w:r>
          </w:p>
        </w:tc>
      </w:tr>
      <w:tr w:rsidR="00EB13BA" w14:paraId="2B7044CF" w14:textId="77777777" w:rsidTr="534E21C5">
        <w:tc>
          <w:tcPr>
            <w:tcW w:w="4675" w:type="dxa"/>
          </w:tcPr>
          <w:p w14:paraId="219A55CD" w14:textId="758AA602" w:rsidR="00EB13BA" w:rsidRDefault="534E21C5" w:rsidP="00865F99">
            <w:r>
              <w:t>09:30 – 11:00</w:t>
            </w:r>
          </w:p>
        </w:tc>
        <w:tc>
          <w:tcPr>
            <w:tcW w:w="4675" w:type="dxa"/>
          </w:tcPr>
          <w:p w14:paraId="38DA580A" w14:textId="1DAAD640" w:rsidR="00EB13BA" w:rsidRDefault="534E21C5" w:rsidP="3F5CD5D4">
            <w:r>
              <w:t>Module 4 : Santé et bien-être du personnel</w:t>
            </w:r>
          </w:p>
        </w:tc>
      </w:tr>
      <w:tr w:rsidR="00EB13BA" w14:paraId="145F68B3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0D0C967D" w14:textId="63379DB8" w:rsidR="00EB13BA" w:rsidRDefault="534E21C5" w:rsidP="00865F99">
            <w:r>
              <w:t>11:00 –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6F5F25B" w14:textId="77777777" w:rsidR="00EB13BA" w:rsidRDefault="2F2CE7B6" w:rsidP="000C3A00">
            <w:r>
              <w:t>Pause</w:t>
            </w:r>
          </w:p>
        </w:tc>
      </w:tr>
      <w:tr w:rsidR="00EB13BA" w14:paraId="2B2772F6" w14:textId="77777777" w:rsidTr="534E21C5">
        <w:tc>
          <w:tcPr>
            <w:tcW w:w="4675" w:type="dxa"/>
          </w:tcPr>
          <w:p w14:paraId="2B405420" w14:textId="16F5DBE5" w:rsidR="00EB13BA" w:rsidRDefault="534E21C5" w:rsidP="00506E17">
            <w:r>
              <w:t>11:15 – 12:30</w:t>
            </w:r>
          </w:p>
        </w:tc>
        <w:tc>
          <w:tcPr>
            <w:tcW w:w="4675" w:type="dxa"/>
          </w:tcPr>
          <w:p w14:paraId="5DE812D6" w14:textId="673436EE" w:rsidR="00EB13BA" w:rsidRDefault="534E21C5" w:rsidP="000C3A00">
            <w:r>
              <w:t>Module 4 : Santé et bien-être du personnel</w:t>
            </w:r>
          </w:p>
        </w:tc>
      </w:tr>
      <w:tr w:rsidR="3F5CD5D4" w14:paraId="6AA7A079" w14:textId="77777777" w:rsidTr="00506E17">
        <w:trPr>
          <w:trHeight w:val="242"/>
        </w:trPr>
        <w:tc>
          <w:tcPr>
            <w:tcW w:w="4675" w:type="dxa"/>
            <w:shd w:val="clear" w:color="auto" w:fill="F2F2F2" w:themeFill="background1" w:themeFillShade="F2"/>
          </w:tcPr>
          <w:p w14:paraId="3F95FF84" w14:textId="78E55493" w:rsidR="3F5CD5D4" w:rsidRDefault="534E21C5" w:rsidP="00506E17">
            <w:r>
              <w:t>12:30 – 13:30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C9C8961" w14:textId="1F5BDB73" w:rsidR="3F5CD5D4" w:rsidRDefault="3F5CD5D4" w:rsidP="3F5CD5D4">
            <w:r>
              <w:t>Déjeuner</w:t>
            </w:r>
          </w:p>
        </w:tc>
      </w:tr>
      <w:tr w:rsidR="008C26DA" w14:paraId="71D0453B" w14:textId="77777777" w:rsidTr="534E21C5">
        <w:tc>
          <w:tcPr>
            <w:tcW w:w="4675" w:type="dxa"/>
          </w:tcPr>
          <w:p w14:paraId="74F0E319" w14:textId="08CA1E57" w:rsidR="008C26DA" w:rsidRDefault="00506E17" w:rsidP="00506E17">
            <w:r>
              <w:t>13:30 – 14:30</w:t>
            </w:r>
          </w:p>
        </w:tc>
        <w:tc>
          <w:tcPr>
            <w:tcW w:w="4675" w:type="dxa"/>
          </w:tcPr>
          <w:p w14:paraId="5845335C" w14:textId="3D0849F0" w:rsidR="008C26DA" w:rsidRDefault="534E21C5" w:rsidP="00B035C0">
            <w:r>
              <w:t>Module 4 : Santé et bien-être du personnel</w:t>
            </w:r>
          </w:p>
        </w:tc>
      </w:tr>
      <w:tr w:rsidR="00B035C0" w14:paraId="315021BD" w14:textId="77777777" w:rsidTr="534E21C5">
        <w:tc>
          <w:tcPr>
            <w:tcW w:w="4675" w:type="dxa"/>
          </w:tcPr>
          <w:p w14:paraId="75D12951" w14:textId="703BE082" w:rsidR="00B035C0" w:rsidRDefault="00506E17" w:rsidP="00B035C0">
            <w:r>
              <w:t>14:30 – 16:00</w:t>
            </w:r>
          </w:p>
        </w:tc>
        <w:tc>
          <w:tcPr>
            <w:tcW w:w="4675" w:type="dxa"/>
          </w:tcPr>
          <w:p w14:paraId="742B0448" w14:textId="0BA91F98" w:rsidR="00B035C0" w:rsidRDefault="00B035C0" w:rsidP="00B035C0">
            <w:r>
              <w:t>Module de fin de formation</w:t>
            </w:r>
          </w:p>
        </w:tc>
      </w:tr>
    </w:tbl>
    <w:p w14:paraId="0C74667C" w14:textId="77777777" w:rsidR="00EB13BA" w:rsidRDefault="00EB13BA" w:rsidP="00EB13BA"/>
    <w:p w14:paraId="05C39DDF" w14:textId="77777777" w:rsidR="00F2548C" w:rsidRDefault="00F2548C" w:rsidP="00EB13BA"/>
    <w:p w14:paraId="3C8C1B93" w14:textId="77777777" w:rsidR="00F2548C" w:rsidRDefault="00F2548C" w:rsidP="00EB13BA"/>
    <w:p w14:paraId="1704DD80" w14:textId="77777777" w:rsidR="00EB13BA" w:rsidRDefault="00EB13BA" w:rsidP="00EB13BA"/>
    <w:p w14:paraId="6936A2D8" w14:textId="77777777" w:rsidR="00EB13BA" w:rsidRDefault="00EB13BA" w:rsidP="00EB13BA"/>
    <w:p w14:paraId="7DC2A38A" w14:textId="78AA07CE" w:rsidR="000620B6" w:rsidRPr="006F3B8B" w:rsidRDefault="000620B6" w:rsidP="00EB13BA">
      <w:pPr>
        <w:pStyle w:val="Title"/>
        <w:jc w:val="left"/>
      </w:pPr>
    </w:p>
    <w:sectPr w:rsidR="000620B6" w:rsidRPr="006F3B8B" w:rsidSect="007D0031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56D44" w14:textId="77777777" w:rsidR="00B0243A" w:rsidRDefault="00B0243A" w:rsidP="00ED4293">
      <w:r>
        <w:separator/>
      </w:r>
    </w:p>
  </w:endnote>
  <w:endnote w:type="continuationSeparator" w:id="0">
    <w:p w14:paraId="37A8E23B" w14:textId="77777777" w:rsidR="00B0243A" w:rsidRDefault="00B0243A" w:rsidP="00ED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D30DF" w14:textId="77777777" w:rsidR="00ED4293" w:rsidRDefault="00B80BA9">
    <w:pPr>
      <w:pStyle w:val="Footer"/>
    </w:pPr>
    <w:sdt>
      <w:sdtPr>
        <w:id w:val="969400743"/>
        <w:temporary/>
        <w:showingPlcHdr/>
      </w:sdtPr>
      <w:sdtEndPr/>
      <w:sdtContent>
        <w:r w:rsidR="000C27B2">
          <w:t>[Saisir texte]</w:t>
        </w:r>
      </w:sdtContent>
    </w:sdt>
    <w:r w:rsidR="000C27B2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0C27B2">
          <w:t>[Saisir texte]</w:t>
        </w:r>
      </w:sdtContent>
    </w:sdt>
    <w:r w:rsidR="000C27B2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0C27B2">
          <w:t>[Saisir texte]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2D474" w14:textId="77777777" w:rsidR="00ED4293" w:rsidRDefault="00ED4293">
    <w:pPr>
      <w:pStyle w:val="Footer"/>
    </w:pPr>
    <w:r>
      <w:ptab w:relativeTo="margin" w:alignment="center" w:leader="none"/>
    </w:r>
    <w:r>
      <w:rPr>
        <w:noProof/>
        <w:lang w:val="en-GB" w:eastAsia="en-GB"/>
      </w:rPr>
      <w:drawing>
        <wp:inline distT="0" distB="0" distL="0" distR="0" wp14:anchorId="19A9B09D" wp14:editId="1DE944E3">
          <wp:extent cx="3556000" cy="571500"/>
          <wp:effectExtent l="0" t="0" r="0" b="12700"/>
          <wp:docPr id="2" name="Picture 2" descr="Macintosh HD:Users:helenkearney:Dropbox:CPMS Implementation (2):Communication:Alliance branding kit and style guide:LOGO_Alliance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helenkearney:Dropbox:CPMS Implementation (2):Communication:Alliance branding kit and style guide:LOGO_Alliance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6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DDCFD" w14:textId="77777777" w:rsidR="00B0243A" w:rsidRDefault="00B0243A" w:rsidP="00ED4293">
      <w:r>
        <w:separator/>
      </w:r>
    </w:p>
  </w:footnote>
  <w:footnote w:type="continuationSeparator" w:id="0">
    <w:p w14:paraId="2EABD139" w14:textId="77777777" w:rsidR="00B0243A" w:rsidRDefault="00B0243A" w:rsidP="00ED4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E297" w14:textId="77777777" w:rsidR="00ED4293" w:rsidRDefault="00B80BA9">
    <w:pPr>
      <w:pStyle w:val="Header"/>
    </w:pPr>
    <w:sdt>
      <w:sdtPr>
        <w:id w:val="171999623"/>
        <w:temporary/>
        <w:showingPlcHdr/>
      </w:sdtPr>
      <w:sdtEndPr/>
      <w:sdtContent>
        <w:r w:rsidR="000C27B2">
          <w:t>[Saisir texte]</w:t>
        </w:r>
      </w:sdtContent>
    </w:sdt>
    <w:r w:rsidR="000C27B2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0C27B2">
          <w:t>[Saisir texte]</w:t>
        </w:r>
      </w:sdtContent>
    </w:sdt>
    <w:r w:rsidR="000C27B2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0C27B2">
          <w:t>[Saisir texte]</w:t>
        </w:r>
      </w:sdtContent>
    </w:sdt>
  </w:p>
  <w:p w14:paraId="4155887B" w14:textId="77777777" w:rsidR="00ED4293" w:rsidRDefault="00ED42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64A75" w14:textId="77777777" w:rsidR="00ED4293" w:rsidRDefault="00ED4293" w:rsidP="00C27803">
    <w:pPr>
      <w:pStyle w:val="Header"/>
      <w:ind w:left="-1800" w:right="-1765"/>
    </w:pPr>
    <w:r>
      <w:ptab w:relativeTo="margin" w:alignment="center" w:leader="none"/>
    </w:r>
    <w:r>
      <w:rPr>
        <w:noProof/>
        <w:lang w:val="en-GB" w:eastAsia="en-GB"/>
      </w:rPr>
      <w:drawing>
        <wp:inline distT="0" distB="0" distL="0" distR="0" wp14:anchorId="1EF05D06" wp14:editId="6241D1D3">
          <wp:extent cx="7556500" cy="914103"/>
          <wp:effectExtent l="0" t="0" r="635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elenkearney:Dropbox:CPMS Implementation (2):Communication:Alliance branding kit and style guide:LOGO_Alliance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14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E523E"/>
    <w:multiLevelType w:val="multilevel"/>
    <w:tmpl w:val="961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0F2838"/>
    <w:multiLevelType w:val="hybridMultilevel"/>
    <w:tmpl w:val="442841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74756"/>
    <w:multiLevelType w:val="multilevel"/>
    <w:tmpl w:val="EA0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C5487F"/>
    <w:multiLevelType w:val="multilevel"/>
    <w:tmpl w:val="DD0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81F"/>
    <w:rsid w:val="000620B6"/>
    <w:rsid w:val="00081C7E"/>
    <w:rsid w:val="000B5921"/>
    <w:rsid w:val="000C27B2"/>
    <w:rsid w:val="001337EF"/>
    <w:rsid w:val="0014560E"/>
    <w:rsid w:val="001C6330"/>
    <w:rsid w:val="001F1707"/>
    <w:rsid w:val="001F6A40"/>
    <w:rsid w:val="00207C57"/>
    <w:rsid w:val="00243690"/>
    <w:rsid w:val="0025481F"/>
    <w:rsid w:val="002B3191"/>
    <w:rsid w:val="002C3441"/>
    <w:rsid w:val="002D08AD"/>
    <w:rsid w:val="002F5C54"/>
    <w:rsid w:val="00324703"/>
    <w:rsid w:val="00337FD9"/>
    <w:rsid w:val="003446F3"/>
    <w:rsid w:val="00365794"/>
    <w:rsid w:val="003728FC"/>
    <w:rsid w:val="003A2DAD"/>
    <w:rsid w:val="00402EFF"/>
    <w:rsid w:val="004363AE"/>
    <w:rsid w:val="0044104D"/>
    <w:rsid w:val="00457AB6"/>
    <w:rsid w:val="00467D48"/>
    <w:rsid w:val="00475156"/>
    <w:rsid w:val="004934E2"/>
    <w:rsid w:val="004C2F21"/>
    <w:rsid w:val="004C32CB"/>
    <w:rsid w:val="004E0E3D"/>
    <w:rsid w:val="00506E17"/>
    <w:rsid w:val="00524D2E"/>
    <w:rsid w:val="00545CDC"/>
    <w:rsid w:val="00552580"/>
    <w:rsid w:val="0056435D"/>
    <w:rsid w:val="00570223"/>
    <w:rsid w:val="005E7294"/>
    <w:rsid w:val="005F7875"/>
    <w:rsid w:val="006411E7"/>
    <w:rsid w:val="00641332"/>
    <w:rsid w:val="006A4192"/>
    <w:rsid w:val="006C144C"/>
    <w:rsid w:val="006F3B8B"/>
    <w:rsid w:val="00714811"/>
    <w:rsid w:val="00751B70"/>
    <w:rsid w:val="00757081"/>
    <w:rsid w:val="007B401D"/>
    <w:rsid w:val="007C4436"/>
    <w:rsid w:val="007D0031"/>
    <w:rsid w:val="007F3E37"/>
    <w:rsid w:val="00865F99"/>
    <w:rsid w:val="008C26DA"/>
    <w:rsid w:val="008C314D"/>
    <w:rsid w:val="00925C95"/>
    <w:rsid w:val="0092621F"/>
    <w:rsid w:val="009275A3"/>
    <w:rsid w:val="00960E96"/>
    <w:rsid w:val="009929E0"/>
    <w:rsid w:val="009B477A"/>
    <w:rsid w:val="00A2060C"/>
    <w:rsid w:val="00A40A0A"/>
    <w:rsid w:val="00A74DB9"/>
    <w:rsid w:val="00A9470D"/>
    <w:rsid w:val="00AB7821"/>
    <w:rsid w:val="00AC7A8C"/>
    <w:rsid w:val="00AD1312"/>
    <w:rsid w:val="00B0243A"/>
    <w:rsid w:val="00B035C0"/>
    <w:rsid w:val="00B4087E"/>
    <w:rsid w:val="00B80BA9"/>
    <w:rsid w:val="00B97BAF"/>
    <w:rsid w:val="00BD33E7"/>
    <w:rsid w:val="00BF147B"/>
    <w:rsid w:val="00C11487"/>
    <w:rsid w:val="00C1660A"/>
    <w:rsid w:val="00C27803"/>
    <w:rsid w:val="00C37E90"/>
    <w:rsid w:val="00C42914"/>
    <w:rsid w:val="00C96552"/>
    <w:rsid w:val="00CE7D1A"/>
    <w:rsid w:val="00D04688"/>
    <w:rsid w:val="00D10EF9"/>
    <w:rsid w:val="00D54F26"/>
    <w:rsid w:val="00D72DF9"/>
    <w:rsid w:val="00DB6189"/>
    <w:rsid w:val="00DC0F4A"/>
    <w:rsid w:val="00DD240B"/>
    <w:rsid w:val="00DD3FF3"/>
    <w:rsid w:val="00E12BF4"/>
    <w:rsid w:val="00EA4A17"/>
    <w:rsid w:val="00EB13BA"/>
    <w:rsid w:val="00ED4293"/>
    <w:rsid w:val="00EF6FFD"/>
    <w:rsid w:val="00F104FC"/>
    <w:rsid w:val="00F2548C"/>
    <w:rsid w:val="00F745F8"/>
    <w:rsid w:val="00FC1FE7"/>
    <w:rsid w:val="00FD55C6"/>
    <w:rsid w:val="0439A98E"/>
    <w:rsid w:val="1143F926"/>
    <w:rsid w:val="2364701C"/>
    <w:rsid w:val="2F2CE7B6"/>
    <w:rsid w:val="32399529"/>
    <w:rsid w:val="3437730D"/>
    <w:rsid w:val="3F5CD5D4"/>
    <w:rsid w:val="534E21C5"/>
    <w:rsid w:val="56A096D8"/>
    <w:rsid w:val="739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90487BE"/>
  <w14:defaultImageDpi w14:val="300"/>
  <w15:docId w15:val="{6A4B562F-E4E1-40AB-B07F-B5187F93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fr-FR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nsourian\Downloads\Alliance%20letterhead_upd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22E649-30A3-435C-ACF6-178AB965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letterhead_updated.dotx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Mansourian</dc:creator>
  <cp:keywords/>
  <dc:description/>
  <cp:lastModifiedBy>Jennifer Parsons</cp:lastModifiedBy>
  <cp:revision>10</cp:revision>
  <cp:lastPrinted>2018-07-16T13:16:00Z</cp:lastPrinted>
  <dcterms:created xsi:type="dcterms:W3CDTF">2018-04-02T20:57:00Z</dcterms:created>
  <dcterms:modified xsi:type="dcterms:W3CDTF">2018-09-18T18:03:00Z</dcterms:modified>
</cp:coreProperties>
</file>