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B9052" w14:textId="378A79C6" w:rsidR="006F3B8B" w:rsidRPr="00ED4657" w:rsidRDefault="2364701C" w:rsidP="2F2CE7B6">
      <w:pPr>
        <w:pStyle w:val="Title"/>
        <w:bidi/>
        <w:ind w:left="-270"/>
        <w:rPr>
          <w:rFonts w:asciiTheme="minorHAnsi" w:hAnsiTheme="minorHAnsi"/>
          <w:b w:val="0"/>
          <w:bCs/>
          <w:szCs w:val="24"/>
          <w:rtl/>
        </w:rPr>
      </w:pPr>
      <w:bookmarkStart w:id="0" w:name="_GoBack"/>
      <w:bookmarkEnd w:id="0"/>
      <w:r w:rsidRPr="00ED4657">
        <w:rPr>
          <w:rFonts w:asciiTheme="minorHAnsi" w:hAnsiTheme="minorHAnsi" w:hint="cs"/>
          <w:b w:val="0"/>
          <w:bCs/>
          <w:szCs w:val="24"/>
          <w:rtl/>
        </w:rPr>
        <w:t xml:space="preserve">تدريب التوجيه والإشراف على إدارة </w:t>
      </w:r>
      <w:r w:rsidR="00F406CB">
        <w:rPr>
          <w:rFonts w:asciiTheme="minorHAnsi" w:hAnsiTheme="minorHAnsi" w:hint="cs"/>
          <w:b w:val="0"/>
          <w:bCs/>
          <w:szCs w:val="24"/>
          <w:rtl/>
        </w:rPr>
        <w:t>حالات حماية الطفل</w:t>
      </w:r>
    </w:p>
    <w:p w14:paraId="7029A02E" w14:textId="33FCC9C7" w:rsidR="00EB13BA" w:rsidRPr="00ED4657" w:rsidRDefault="14C28EC4" w:rsidP="14C28EC4">
      <w:pPr>
        <w:pStyle w:val="Title"/>
        <w:bidi/>
        <w:ind w:left="-270"/>
        <w:rPr>
          <w:bCs/>
          <w:szCs w:val="24"/>
          <w:rtl/>
        </w:rPr>
      </w:pPr>
      <w:r w:rsidRPr="00ED4657">
        <w:rPr>
          <w:rFonts w:asciiTheme="minorHAnsi" w:hAnsiTheme="minorHAnsi" w:hint="cs"/>
          <w:b w:val="0"/>
          <w:szCs w:val="24"/>
          <w:rtl/>
        </w:rPr>
        <w:t>التاريخ، المكان</w:t>
      </w:r>
    </w:p>
    <w:p w14:paraId="10B5EB6E" w14:textId="44033C5B" w:rsidR="00EB13BA" w:rsidRPr="00CB05D9" w:rsidRDefault="00EB13BA" w:rsidP="14C28EC4">
      <w:pPr>
        <w:pStyle w:val="Title"/>
        <w:ind w:left="-270"/>
        <w:rPr>
          <w:rFonts w:asciiTheme="minorHAnsi" w:eastAsiaTheme="minorEastAsia" w:hAnsiTheme="minorHAnsi" w:cstheme="minorBidi"/>
          <w:bCs/>
        </w:rPr>
      </w:pPr>
    </w:p>
    <w:p w14:paraId="69AA2C4B" w14:textId="5941383E" w:rsidR="00EB13BA" w:rsidRPr="00ED4657" w:rsidRDefault="14C28EC4" w:rsidP="14C28EC4">
      <w:pPr>
        <w:pStyle w:val="Title"/>
        <w:bidi/>
        <w:ind w:left="-270"/>
        <w:rPr>
          <w:rFonts w:asciiTheme="minorHAnsi" w:eastAsiaTheme="minorEastAsia" w:hAnsiTheme="minorHAnsi" w:cstheme="minorBidi"/>
          <w:bCs/>
          <w:szCs w:val="24"/>
          <w:rtl/>
        </w:rPr>
      </w:pPr>
      <w:r w:rsidRPr="00ED4657">
        <w:rPr>
          <w:rFonts w:asciiTheme="minorHAnsi" w:hAnsiTheme="minorHAnsi" w:hint="cs"/>
          <w:bCs/>
          <w:szCs w:val="24"/>
          <w:rtl/>
        </w:rPr>
        <w:t>جدول أعمال الدورة التدريبية</w:t>
      </w:r>
    </w:p>
    <w:p w14:paraId="62A66E09" w14:textId="77777777" w:rsidR="00FF6E26" w:rsidRDefault="00FF6E26" w:rsidP="14C28EC4">
      <w:pPr>
        <w:pStyle w:val="Title"/>
        <w:ind w:left="-270"/>
        <w:rPr>
          <w:rFonts w:asciiTheme="minorHAnsi" w:eastAsiaTheme="minorEastAsia" w:hAnsiTheme="minorHAnsi" w:cstheme="minorBidi"/>
          <w:bCs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E26" w14:paraId="2EF09089" w14:textId="77777777" w:rsidTr="004F644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3FF1810C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اليوم الأول</w:t>
            </w:r>
          </w:p>
        </w:tc>
      </w:tr>
      <w:tr w:rsidR="00FF6E26" w14:paraId="797867AF" w14:textId="77777777" w:rsidTr="004F6442">
        <w:tc>
          <w:tcPr>
            <w:tcW w:w="4675" w:type="dxa"/>
          </w:tcPr>
          <w:p w14:paraId="5DE5B62D" w14:textId="4B146658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9:00-10:30</w:t>
            </w:r>
          </w:p>
        </w:tc>
        <w:tc>
          <w:tcPr>
            <w:tcW w:w="4675" w:type="dxa"/>
          </w:tcPr>
          <w:p w14:paraId="508AD774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التعارف</w:t>
            </w:r>
          </w:p>
        </w:tc>
      </w:tr>
      <w:tr w:rsidR="00FF6E26" w14:paraId="0DD8C398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1B2EB005" w14:textId="68A71B8D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10:30-10:45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692364A3" w14:textId="566E657D" w:rsidR="00FF6E26" w:rsidRDefault="00E34678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FF6E26" w14:paraId="415AB092" w14:textId="77777777" w:rsidTr="004F6442">
        <w:tc>
          <w:tcPr>
            <w:tcW w:w="4675" w:type="dxa"/>
          </w:tcPr>
          <w:p w14:paraId="4FD453CB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10:45-12:45</w:t>
            </w:r>
          </w:p>
        </w:tc>
        <w:tc>
          <w:tcPr>
            <w:tcW w:w="4675" w:type="dxa"/>
          </w:tcPr>
          <w:p w14:paraId="1F9F67B8" w14:textId="64384DF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1: تعريف </w:t>
            </w:r>
            <w:r w:rsidR="00D23410">
              <w:rPr>
                <w:rFonts w:hint="cs"/>
                <w:rtl/>
              </w:rPr>
              <w:t>التوجيه والإشراف</w:t>
            </w:r>
          </w:p>
        </w:tc>
      </w:tr>
      <w:tr w:rsidR="00FF6E26" w14:paraId="5515A02C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4F34A9C1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12:45-13:45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2612D5A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0FF6E26" w14:paraId="668B77B5" w14:textId="77777777" w:rsidTr="004F6442">
        <w:tc>
          <w:tcPr>
            <w:tcW w:w="4675" w:type="dxa"/>
          </w:tcPr>
          <w:p w14:paraId="39AEA6F4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13:45-15:00</w:t>
            </w:r>
          </w:p>
        </w:tc>
        <w:tc>
          <w:tcPr>
            <w:tcW w:w="4675" w:type="dxa"/>
          </w:tcPr>
          <w:p w14:paraId="7C47B8DA" w14:textId="5F13E99A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1: تعريف </w:t>
            </w:r>
            <w:r w:rsidR="00D23410">
              <w:rPr>
                <w:rFonts w:hint="cs"/>
                <w:rtl/>
              </w:rPr>
              <w:t>التوجيه والإشراف</w:t>
            </w:r>
          </w:p>
        </w:tc>
      </w:tr>
      <w:tr w:rsidR="00FF6E26" w14:paraId="566606DA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0F7C45FB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15:00-15:15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2D955EE3" w14:textId="19F58FDD" w:rsidR="00FF6E26" w:rsidRDefault="00E34678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FF6E26" w14:paraId="5DF4E804" w14:textId="77777777" w:rsidTr="004F6442">
        <w:tc>
          <w:tcPr>
            <w:tcW w:w="4675" w:type="dxa"/>
          </w:tcPr>
          <w:p w14:paraId="2321B19D" w14:textId="5571445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15:15-17:00</w:t>
            </w:r>
          </w:p>
        </w:tc>
        <w:tc>
          <w:tcPr>
            <w:tcW w:w="4675" w:type="dxa"/>
          </w:tcPr>
          <w:p w14:paraId="5EA79466" w14:textId="7C9CDFBB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2: ممارسات وأدوات </w:t>
            </w:r>
            <w:r w:rsidR="00D23410">
              <w:rPr>
                <w:rFonts w:hint="cs"/>
                <w:rtl/>
              </w:rPr>
              <w:t>التوجيه والإشراف</w:t>
            </w:r>
          </w:p>
        </w:tc>
      </w:tr>
      <w:tr w:rsidR="00FF6E26" w14:paraId="3C90591D" w14:textId="77777777" w:rsidTr="004F6442">
        <w:tc>
          <w:tcPr>
            <w:tcW w:w="4675" w:type="dxa"/>
          </w:tcPr>
          <w:p w14:paraId="1775CEED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17:00</w:t>
            </w:r>
          </w:p>
        </w:tc>
        <w:tc>
          <w:tcPr>
            <w:tcW w:w="4675" w:type="dxa"/>
          </w:tcPr>
          <w:p w14:paraId="1D901C09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الختام</w:t>
            </w:r>
          </w:p>
        </w:tc>
      </w:tr>
    </w:tbl>
    <w:p w14:paraId="08B79132" w14:textId="77777777" w:rsidR="00FF6E26" w:rsidRDefault="00FF6E26" w:rsidP="00FF6E26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E26" w14:paraId="7B87E6EC" w14:textId="77777777" w:rsidTr="004F644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0549CE9C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اليوم الثاني</w:t>
            </w:r>
          </w:p>
        </w:tc>
      </w:tr>
      <w:tr w:rsidR="00FF6E26" w14:paraId="2645E57F" w14:textId="77777777" w:rsidTr="004F6442">
        <w:tc>
          <w:tcPr>
            <w:tcW w:w="4675" w:type="dxa"/>
          </w:tcPr>
          <w:p w14:paraId="27B2EB0A" w14:textId="35CBBFEF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9:00-9:10</w:t>
            </w:r>
          </w:p>
        </w:tc>
        <w:tc>
          <w:tcPr>
            <w:tcW w:w="4675" w:type="dxa"/>
          </w:tcPr>
          <w:p w14:paraId="15EFA97D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المراجعة</w:t>
            </w:r>
          </w:p>
        </w:tc>
      </w:tr>
      <w:tr w:rsidR="00FF6E26" w14:paraId="723A56AE" w14:textId="77777777" w:rsidTr="004F6442">
        <w:trPr>
          <w:trHeight w:val="548"/>
        </w:trPr>
        <w:tc>
          <w:tcPr>
            <w:tcW w:w="4675" w:type="dxa"/>
          </w:tcPr>
          <w:p w14:paraId="6281FEBE" w14:textId="6DD8EB67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9:10-10:30</w:t>
            </w:r>
          </w:p>
        </w:tc>
        <w:tc>
          <w:tcPr>
            <w:tcW w:w="4675" w:type="dxa"/>
          </w:tcPr>
          <w:p w14:paraId="3016B569" w14:textId="29400FF5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2: ممارسات وأدوات </w:t>
            </w:r>
            <w:r w:rsidR="00D23410">
              <w:rPr>
                <w:rFonts w:hint="cs"/>
                <w:rtl/>
              </w:rPr>
              <w:t>التوجيه والإشراف</w:t>
            </w:r>
          </w:p>
        </w:tc>
      </w:tr>
      <w:tr w:rsidR="00FF6E26" w14:paraId="19CE4D74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431C53BC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10:30-10:45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0C53D52" w14:textId="19B0E9C5" w:rsidR="00FF6E26" w:rsidRDefault="00E34678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FF6E26" w14:paraId="5C0CF4F9" w14:textId="77777777" w:rsidTr="004F6442">
        <w:tc>
          <w:tcPr>
            <w:tcW w:w="4675" w:type="dxa"/>
          </w:tcPr>
          <w:p w14:paraId="1A7E2CBD" w14:textId="648F14DB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10:45-12:45</w:t>
            </w:r>
          </w:p>
        </w:tc>
        <w:tc>
          <w:tcPr>
            <w:tcW w:w="4675" w:type="dxa"/>
          </w:tcPr>
          <w:p w14:paraId="75872114" w14:textId="3304F426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2: ممارسات وأدوات </w:t>
            </w:r>
            <w:r w:rsidR="00D23410">
              <w:rPr>
                <w:rFonts w:hint="cs"/>
                <w:rtl/>
              </w:rPr>
              <w:t>التوجيه والإشراف</w:t>
            </w:r>
          </w:p>
        </w:tc>
      </w:tr>
      <w:tr w:rsidR="00FF6E26" w14:paraId="230AFFB6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781EE645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12:45-13:45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5474E1E5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0FF6E26" w14:paraId="3B7503E8" w14:textId="77777777" w:rsidTr="004F6442">
        <w:tc>
          <w:tcPr>
            <w:tcW w:w="4675" w:type="dxa"/>
          </w:tcPr>
          <w:p w14:paraId="7800A3B5" w14:textId="601FF803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13:45-15:30</w:t>
            </w:r>
          </w:p>
        </w:tc>
        <w:tc>
          <w:tcPr>
            <w:tcW w:w="4675" w:type="dxa"/>
          </w:tcPr>
          <w:p w14:paraId="4B95589B" w14:textId="60171784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3: مهارات </w:t>
            </w:r>
            <w:r w:rsidR="00D23410">
              <w:rPr>
                <w:rFonts w:hint="cs"/>
                <w:rtl/>
              </w:rPr>
              <w:t>التوجيه والإشراف</w:t>
            </w:r>
          </w:p>
        </w:tc>
      </w:tr>
      <w:tr w:rsidR="00FF6E26" w14:paraId="517BB20A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1323ADB5" w14:textId="457A7EDB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15:30-15:45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5ACBA4BC" w14:textId="70EE0841" w:rsidR="00FF6E26" w:rsidRDefault="00E34678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FF6E26" w14:paraId="48F386F7" w14:textId="77777777" w:rsidTr="004F6442">
        <w:tc>
          <w:tcPr>
            <w:tcW w:w="4675" w:type="dxa"/>
          </w:tcPr>
          <w:p w14:paraId="1169F923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15:45-17:00</w:t>
            </w:r>
          </w:p>
        </w:tc>
        <w:tc>
          <w:tcPr>
            <w:tcW w:w="4675" w:type="dxa"/>
          </w:tcPr>
          <w:p w14:paraId="29875C7A" w14:textId="76BF95A1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3: مهارات </w:t>
            </w:r>
            <w:r w:rsidR="00D23410">
              <w:rPr>
                <w:rFonts w:hint="cs"/>
                <w:rtl/>
              </w:rPr>
              <w:t>التوجيه والإشراف</w:t>
            </w:r>
          </w:p>
        </w:tc>
      </w:tr>
      <w:tr w:rsidR="00FF6E26" w14:paraId="652BF6EF" w14:textId="77777777" w:rsidTr="004F6442">
        <w:tc>
          <w:tcPr>
            <w:tcW w:w="4675" w:type="dxa"/>
          </w:tcPr>
          <w:p w14:paraId="418D98FB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17:00</w:t>
            </w:r>
          </w:p>
        </w:tc>
        <w:tc>
          <w:tcPr>
            <w:tcW w:w="4675" w:type="dxa"/>
          </w:tcPr>
          <w:p w14:paraId="7032BA8F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الختام</w:t>
            </w:r>
          </w:p>
        </w:tc>
      </w:tr>
    </w:tbl>
    <w:p w14:paraId="62AD19BF" w14:textId="77777777" w:rsidR="00FF6E26" w:rsidRDefault="00FF6E26" w:rsidP="00FF6E26"/>
    <w:p w14:paraId="07616364" w14:textId="77777777" w:rsidR="00ED4657" w:rsidRDefault="00ED4657" w:rsidP="00FF6E26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E26" w14:paraId="0EA22B6D" w14:textId="77777777" w:rsidTr="004F644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25C195F2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اليوم الثالث</w:t>
            </w:r>
          </w:p>
        </w:tc>
      </w:tr>
      <w:tr w:rsidR="00FF6E26" w14:paraId="52896921" w14:textId="77777777" w:rsidTr="004F6442">
        <w:tc>
          <w:tcPr>
            <w:tcW w:w="4675" w:type="dxa"/>
          </w:tcPr>
          <w:p w14:paraId="7E68A526" w14:textId="1DB98A68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9:00-9:10</w:t>
            </w:r>
          </w:p>
        </w:tc>
        <w:tc>
          <w:tcPr>
            <w:tcW w:w="4675" w:type="dxa"/>
          </w:tcPr>
          <w:p w14:paraId="0F94979F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المراجعة</w:t>
            </w:r>
          </w:p>
        </w:tc>
      </w:tr>
      <w:tr w:rsidR="00FF6E26" w14:paraId="4B4FA185" w14:textId="77777777" w:rsidTr="004F6442">
        <w:tc>
          <w:tcPr>
            <w:tcW w:w="4675" w:type="dxa"/>
          </w:tcPr>
          <w:p w14:paraId="7C9303EE" w14:textId="3E2E9FE9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9:10-11:10</w:t>
            </w:r>
          </w:p>
        </w:tc>
        <w:tc>
          <w:tcPr>
            <w:tcW w:w="4675" w:type="dxa"/>
          </w:tcPr>
          <w:p w14:paraId="2F0AC5B6" w14:textId="2EDC309C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3: مهارات </w:t>
            </w:r>
            <w:r w:rsidR="00D23410">
              <w:rPr>
                <w:rFonts w:hint="cs"/>
                <w:rtl/>
              </w:rPr>
              <w:t>التوجيه والإشراف</w:t>
            </w:r>
          </w:p>
        </w:tc>
      </w:tr>
      <w:tr w:rsidR="00FF6E26" w14:paraId="3F818E9E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48F45351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11:10-11:25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602D28C2" w14:textId="50419288" w:rsidR="00FF6E26" w:rsidRDefault="00E34678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FF6E26" w14:paraId="66F8C05A" w14:textId="77777777" w:rsidTr="004F6442">
        <w:tc>
          <w:tcPr>
            <w:tcW w:w="4675" w:type="dxa"/>
          </w:tcPr>
          <w:p w14:paraId="68490BB4" w14:textId="71FF8CAC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11:25-13:00</w:t>
            </w:r>
          </w:p>
        </w:tc>
        <w:tc>
          <w:tcPr>
            <w:tcW w:w="4675" w:type="dxa"/>
          </w:tcPr>
          <w:p w14:paraId="5552DD18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4: رعاية العاملين وسلامتهم</w:t>
            </w:r>
          </w:p>
        </w:tc>
      </w:tr>
      <w:tr w:rsidR="00FF6E26" w14:paraId="4981AA72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6FF82657" w14:textId="73C49AF7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13:00-14:30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1DE3DC28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0FF6E26" w14:paraId="0048E34D" w14:textId="77777777" w:rsidTr="004F6442">
        <w:tc>
          <w:tcPr>
            <w:tcW w:w="4675" w:type="dxa"/>
          </w:tcPr>
          <w:p w14:paraId="0E74AEEF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14:30-16:15</w:t>
            </w:r>
          </w:p>
        </w:tc>
        <w:tc>
          <w:tcPr>
            <w:tcW w:w="4675" w:type="dxa"/>
          </w:tcPr>
          <w:p w14:paraId="2D67C04C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4: رعاية العاملين وسلامتهم</w:t>
            </w:r>
          </w:p>
        </w:tc>
      </w:tr>
      <w:tr w:rsidR="00FF6E26" w14:paraId="285BBE76" w14:textId="77777777" w:rsidTr="004F6442">
        <w:tc>
          <w:tcPr>
            <w:tcW w:w="4675" w:type="dxa"/>
          </w:tcPr>
          <w:p w14:paraId="0744C396" w14:textId="5879F8EE" w:rsidR="00FF6E26" w:rsidRDefault="00FF6E26" w:rsidP="00ED465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16:15-17:15</w:t>
            </w:r>
          </w:p>
        </w:tc>
        <w:tc>
          <w:tcPr>
            <w:tcW w:w="4675" w:type="dxa"/>
          </w:tcPr>
          <w:p w14:paraId="74101753" w14:textId="77777777" w:rsidR="00FF6E26" w:rsidRDefault="00FF6E26" w:rsidP="004F644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وحدة الختام</w:t>
            </w:r>
          </w:p>
        </w:tc>
      </w:tr>
    </w:tbl>
    <w:p w14:paraId="05C39DDF" w14:textId="77777777" w:rsidR="00F2548C" w:rsidRDefault="00F2548C" w:rsidP="00EB13BA"/>
    <w:p w14:paraId="3C8C1B93" w14:textId="77777777" w:rsidR="00F2548C" w:rsidRDefault="00F2548C" w:rsidP="00EB13BA"/>
    <w:p w14:paraId="660AACA5" w14:textId="77777777" w:rsidR="00F2548C" w:rsidRDefault="00F2548C" w:rsidP="00EB13BA"/>
    <w:p w14:paraId="1704DD80" w14:textId="77777777" w:rsidR="00EB13BA" w:rsidRDefault="00EB13BA" w:rsidP="00EB13BA"/>
    <w:p w14:paraId="6936A2D8" w14:textId="77777777" w:rsidR="00EB13BA" w:rsidRDefault="00EB13BA" w:rsidP="00EB13BA"/>
    <w:p w14:paraId="7DC2A38A" w14:textId="31D435BC" w:rsidR="000620B6" w:rsidRPr="006F3B8B" w:rsidRDefault="000620B6" w:rsidP="00EB13BA">
      <w:pPr>
        <w:pStyle w:val="Title"/>
        <w:jc w:val="left"/>
      </w:pPr>
    </w:p>
    <w:sectPr w:rsidR="000620B6" w:rsidRPr="006F3B8B" w:rsidSect="007D0031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0DDB5" w14:textId="77777777" w:rsidR="00B61D3A" w:rsidRDefault="00B61D3A" w:rsidP="00ED4293">
      <w:r>
        <w:separator/>
      </w:r>
    </w:p>
  </w:endnote>
  <w:endnote w:type="continuationSeparator" w:id="0">
    <w:p w14:paraId="0E53C096" w14:textId="77777777" w:rsidR="00B61D3A" w:rsidRDefault="00B61D3A" w:rsidP="00ED4293">
      <w:r>
        <w:continuationSeparator/>
      </w:r>
    </w:p>
  </w:endnote>
  <w:endnote w:type="continuationNotice" w:id="1">
    <w:p w14:paraId="05512773" w14:textId="77777777" w:rsidR="00B61D3A" w:rsidRDefault="00B61D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D30DF" w14:textId="77777777" w:rsidR="00ED4293" w:rsidRDefault="00B61D3A">
    <w:pPr>
      <w:pStyle w:val="Footer"/>
      <w:bidi/>
      <w:rPr>
        <w:rtl/>
      </w:rPr>
    </w:pPr>
    <w:sdt>
      <w:sdtPr>
        <w:rPr>
          <w:rtl/>
        </w:rPr>
        <w:id w:val="969400743"/>
        <w:temporary/>
        <w:showingPlcHdr/>
      </w:sdtPr>
      <w:sdtEndPr/>
      <w:sdtContent>
        <w:r w:rsidR="007D6383">
          <w:rPr>
            <w:rFonts w:hint="cs"/>
            <w:rtl/>
          </w:rPr>
          <w:t>[أدخل النص]</w:t>
        </w:r>
      </w:sdtContent>
    </w:sdt>
    <w:r w:rsidR="007D6383">
      <w:rPr>
        <w:rFonts w:hint="cs"/>
        <w:rtl/>
      </w:rPr>
      <w:ptab w:relativeTo="margin" w:alignment="center" w:leader="none"/>
    </w:r>
    <w:sdt>
      <w:sdtPr>
        <w:rPr>
          <w:rtl/>
        </w:rPr>
        <w:id w:val="969400748"/>
        <w:temporary/>
        <w:showingPlcHdr/>
      </w:sdtPr>
      <w:sdtEndPr/>
      <w:sdtContent>
        <w:r w:rsidR="007D6383">
          <w:rPr>
            <w:rFonts w:hint="cs"/>
            <w:rtl/>
          </w:rPr>
          <w:t>[أدخل النص]</w:t>
        </w:r>
      </w:sdtContent>
    </w:sdt>
    <w:r w:rsidR="007D6383">
      <w:rPr>
        <w:rFonts w:hint="cs"/>
        <w:rtl/>
      </w:rPr>
      <w:ptab w:relativeTo="margin" w:alignment="right" w:leader="none"/>
    </w:r>
    <w:sdt>
      <w:sdtPr>
        <w:rPr>
          <w:rtl/>
        </w:rPr>
        <w:id w:val="969400753"/>
        <w:temporary/>
        <w:showingPlcHdr/>
      </w:sdtPr>
      <w:sdtEndPr/>
      <w:sdtContent>
        <w:r w:rsidR="007D6383">
          <w:rPr>
            <w:rFonts w:hint="cs"/>
            <w:rtl/>
          </w:rPr>
          <w:t>[أدخل النص]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2D474" w14:textId="77777777" w:rsidR="00ED4293" w:rsidRDefault="00ED4293">
    <w:pPr>
      <w:pStyle w:val="Footer"/>
      <w:bidi/>
      <w:rPr>
        <w:rtl/>
      </w:rPr>
    </w:pPr>
    <w:r>
      <w:rPr>
        <w:rFonts w:hint="cs"/>
        <w:rtl/>
      </w:rPr>
      <w:ptab w:relativeTo="margin" w:alignment="center" w:leader="none"/>
    </w:r>
    <w:r>
      <w:rPr>
        <w:rFonts w:hint="cs"/>
        <w:noProof/>
        <w:rtl/>
        <w:lang w:val="en-US" w:bidi="ar-SA"/>
      </w:rPr>
      <w:drawing>
        <wp:inline distT="0" distB="0" distL="0" distR="0" wp14:anchorId="19A9B09D" wp14:editId="1DE944E3">
          <wp:extent cx="3556000" cy="571500"/>
          <wp:effectExtent l="0" t="0" r="0" b="12700"/>
          <wp:docPr id="2" name="Picture 2" descr="Macintosh HD:Users:helenkearney:Dropbox:CPMS Implementation (2):Communication:Alliance branding kit and style guide:LOGO_Alliance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helenkearney:Dropbox:CPMS Implementation (2):Communication:Alliance branding kit and style guide:LOGO_Alliance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6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00DD2" w14:textId="77777777" w:rsidR="00B61D3A" w:rsidRDefault="00B61D3A" w:rsidP="00ED4293">
      <w:r>
        <w:separator/>
      </w:r>
    </w:p>
  </w:footnote>
  <w:footnote w:type="continuationSeparator" w:id="0">
    <w:p w14:paraId="47EFB968" w14:textId="77777777" w:rsidR="00B61D3A" w:rsidRDefault="00B61D3A" w:rsidP="00ED4293">
      <w:r>
        <w:continuationSeparator/>
      </w:r>
    </w:p>
  </w:footnote>
  <w:footnote w:type="continuationNotice" w:id="1">
    <w:p w14:paraId="29252BEE" w14:textId="77777777" w:rsidR="00B61D3A" w:rsidRDefault="00B61D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4E297" w14:textId="77777777" w:rsidR="00ED4293" w:rsidRDefault="00B61D3A">
    <w:pPr>
      <w:pStyle w:val="Header"/>
      <w:bidi/>
      <w:rPr>
        <w:rtl/>
      </w:rPr>
    </w:pPr>
    <w:sdt>
      <w:sdtPr>
        <w:rPr>
          <w:rtl/>
        </w:rPr>
        <w:id w:val="171999623"/>
        <w:temporary/>
        <w:showingPlcHdr/>
      </w:sdtPr>
      <w:sdtEndPr/>
      <w:sdtContent>
        <w:r w:rsidR="007D6383">
          <w:rPr>
            <w:rFonts w:hint="cs"/>
            <w:rtl/>
          </w:rPr>
          <w:t>[أدخل النص]</w:t>
        </w:r>
      </w:sdtContent>
    </w:sdt>
    <w:r w:rsidR="007D6383">
      <w:rPr>
        <w:rFonts w:hint="cs"/>
        <w:rtl/>
      </w:rPr>
      <w:ptab w:relativeTo="margin" w:alignment="center" w:leader="none"/>
    </w:r>
    <w:sdt>
      <w:sdtPr>
        <w:rPr>
          <w:rtl/>
        </w:rPr>
        <w:id w:val="171999624"/>
        <w:temporary/>
        <w:showingPlcHdr/>
      </w:sdtPr>
      <w:sdtEndPr/>
      <w:sdtContent>
        <w:r w:rsidR="007D6383">
          <w:rPr>
            <w:rFonts w:hint="cs"/>
            <w:rtl/>
          </w:rPr>
          <w:t>[أدخل النص]</w:t>
        </w:r>
      </w:sdtContent>
    </w:sdt>
    <w:r w:rsidR="007D6383">
      <w:rPr>
        <w:rFonts w:hint="cs"/>
        <w:rtl/>
      </w:rPr>
      <w:ptab w:relativeTo="margin" w:alignment="right" w:leader="none"/>
    </w:r>
    <w:sdt>
      <w:sdtPr>
        <w:rPr>
          <w:rtl/>
        </w:rPr>
        <w:id w:val="171999625"/>
        <w:temporary/>
        <w:showingPlcHdr/>
      </w:sdtPr>
      <w:sdtEndPr/>
      <w:sdtContent>
        <w:r w:rsidR="007D6383">
          <w:rPr>
            <w:rFonts w:hint="cs"/>
            <w:rtl/>
          </w:rPr>
          <w:t>[أدخل النص]</w:t>
        </w:r>
      </w:sdtContent>
    </w:sdt>
  </w:p>
  <w:p w14:paraId="4155887B" w14:textId="77777777" w:rsidR="00ED4293" w:rsidRDefault="00ED42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64A75" w14:textId="77777777" w:rsidR="00ED4293" w:rsidRDefault="00ED4293" w:rsidP="00C27803">
    <w:pPr>
      <w:pStyle w:val="Header"/>
      <w:bidi/>
      <w:ind w:left="-1800" w:right="-1765"/>
      <w:rPr>
        <w:rtl/>
      </w:rPr>
    </w:pPr>
    <w:r>
      <w:rPr>
        <w:rFonts w:hint="cs"/>
        <w:rtl/>
      </w:rPr>
      <w:ptab w:relativeTo="margin" w:alignment="center" w:leader="none"/>
    </w:r>
    <w:r>
      <w:rPr>
        <w:rFonts w:hint="cs"/>
        <w:noProof/>
        <w:rtl/>
        <w:lang w:val="en-US" w:bidi="ar-SA"/>
      </w:rPr>
      <w:drawing>
        <wp:inline distT="0" distB="0" distL="0" distR="0" wp14:anchorId="1EF05D06" wp14:editId="5A8C5A4E">
          <wp:extent cx="7556500" cy="914103"/>
          <wp:effectExtent l="0" t="0" r="635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helenkearney:Dropbox:CPMS Implementation (2):Communication:Alliance branding kit and style guide:LOGO_Alliance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14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E523E"/>
    <w:multiLevelType w:val="multilevel"/>
    <w:tmpl w:val="961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0F2838"/>
    <w:multiLevelType w:val="hybridMultilevel"/>
    <w:tmpl w:val="442841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74756"/>
    <w:multiLevelType w:val="multilevel"/>
    <w:tmpl w:val="EA04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9C5487F"/>
    <w:multiLevelType w:val="multilevel"/>
    <w:tmpl w:val="DD04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1F"/>
    <w:rsid w:val="000620B6"/>
    <w:rsid w:val="0014560E"/>
    <w:rsid w:val="001B7C2A"/>
    <w:rsid w:val="001C6330"/>
    <w:rsid w:val="001F1707"/>
    <w:rsid w:val="00243690"/>
    <w:rsid w:val="0025481F"/>
    <w:rsid w:val="002B3191"/>
    <w:rsid w:val="002C3441"/>
    <w:rsid w:val="002C3B00"/>
    <w:rsid w:val="002D4128"/>
    <w:rsid w:val="002F5C54"/>
    <w:rsid w:val="00324703"/>
    <w:rsid w:val="00337FD9"/>
    <w:rsid w:val="003446F3"/>
    <w:rsid w:val="00365794"/>
    <w:rsid w:val="003662BA"/>
    <w:rsid w:val="003728FC"/>
    <w:rsid w:val="003A0406"/>
    <w:rsid w:val="003A2DAD"/>
    <w:rsid w:val="00402EFF"/>
    <w:rsid w:val="004363AE"/>
    <w:rsid w:val="0044104D"/>
    <w:rsid w:val="00467D48"/>
    <w:rsid w:val="00475156"/>
    <w:rsid w:val="004934E2"/>
    <w:rsid w:val="004C2F21"/>
    <w:rsid w:val="004C32CB"/>
    <w:rsid w:val="00526FF5"/>
    <w:rsid w:val="00545CDC"/>
    <w:rsid w:val="00552580"/>
    <w:rsid w:val="005F7875"/>
    <w:rsid w:val="006411E7"/>
    <w:rsid w:val="006A4192"/>
    <w:rsid w:val="006C144C"/>
    <w:rsid w:val="006F3B8B"/>
    <w:rsid w:val="00751B70"/>
    <w:rsid w:val="007B401D"/>
    <w:rsid w:val="007C4436"/>
    <w:rsid w:val="007D0031"/>
    <w:rsid w:val="007D6383"/>
    <w:rsid w:val="007F3E37"/>
    <w:rsid w:val="00820E30"/>
    <w:rsid w:val="008C314D"/>
    <w:rsid w:val="00925C95"/>
    <w:rsid w:val="0092621F"/>
    <w:rsid w:val="009275A3"/>
    <w:rsid w:val="00960E96"/>
    <w:rsid w:val="009929E0"/>
    <w:rsid w:val="009B477A"/>
    <w:rsid w:val="00A0020F"/>
    <w:rsid w:val="00A2060C"/>
    <w:rsid w:val="00A40A0A"/>
    <w:rsid w:val="00A9470D"/>
    <w:rsid w:val="00AC7A8C"/>
    <w:rsid w:val="00B4087E"/>
    <w:rsid w:val="00B61D3A"/>
    <w:rsid w:val="00B97BAF"/>
    <w:rsid w:val="00BD33E7"/>
    <w:rsid w:val="00BE70D1"/>
    <w:rsid w:val="00C11487"/>
    <w:rsid w:val="00C1660A"/>
    <w:rsid w:val="00C27803"/>
    <w:rsid w:val="00C37E90"/>
    <w:rsid w:val="00C42914"/>
    <w:rsid w:val="00D04688"/>
    <w:rsid w:val="00D10EF9"/>
    <w:rsid w:val="00D23410"/>
    <w:rsid w:val="00D54F26"/>
    <w:rsid w:val="00D72DF9"/>
    <w:rsid w:val="00DD042A"/>
    <w:rsid w:val="00DD240B"/>
    <w:rsid w:val="00DD3FF3"/>
    <w:rsid w:val="00E12BF4"/>
    <w:rsid w:val="00E34678"/>
    <w:rsid w:val="00EB13BA"/>
    <w:rsid w:val="00ED245D"/>
    <w:rsid w:val="00ED4293"/>
    <w:rsid w:val="00ED4657"/>
    <w:rsid w:val="00EF6FFD"/>
    <w:rsid w:val="00F104FC"/>
    <w:rsid w:val="00F2548C"/>
    <w:rsid w:val="00F34349"/>
    <w:rsid w:val="00F406CB"/>
    <w:rsid w:val="00F745F8"/>
    <w:rsid w:val="00FA0A4E"/>
    <w:rsid w:val="00FC1FE7"/>
    <w:rsid w:val="00FD55C6"/>
    <w:rsid w:val="00FF6E26"/>
    <w:rsid w:val="0439A98E"/>
    <w:rsid w:val="1143F926"/>
    <w:rsid w:val="14C28EC4"/>
    <w:rsid w:val="2364701C"/>
    <w:rsid w:val="2F2CE7B6"/>
    <w:rsid w:val="32399529"/>
    <w:rsid w:val="3437730D"/>
    <w:rsid w:val="3F5CD5D4"/>
    <w:rsid w:val="56A096D8"/>
    <w:rsid w:val="5E3CCDB5"/>
    <w:rsid w:val="739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0487BE"/>
  <w14:defaultImageDpi w14:val="300"/>
  <w15:docId w15:val="{D2AE6E08-42A2-443C-B57C-44ECB9E4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AE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03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411E7"/>
    <w:pPr>
      <w:pBdr>
        <w:bottom w:val="single" w:sz="4" w:space="1" w:color="9BBB59" w:themeColor="accent3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1E7"/>
    <w:rPr>
      <w:b/>
      <w:bCs/>
      <w:i/>
      <w:iCs/>
      <w:color w:val="9BBB59" w:themeColor="accent3"/>
    </w:rPr>
  </w:style>
  <w:style w:type="paragraph" w:styleId="Header">
    <w:name w:val="header"/>
    <w:basedOn w:val="Normal"/>
    <w:link w:val="Head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293"/>
  </w:style>
  <w:style w:type="paragraph" w:styleId="Footer">
    <w:name w:val="footer"/>
    <w:basedOn w:val="Normal"/>
    <w:link w:val="Foot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93"/>
  </w:style>
  <w:style w:type="paragraph" w:styleId="BalloonText">
    <w:name w:val="Balloon Text"/>
    <w:basedOn w:val="Normal"/>
    <w:link w:val="BalloonTextChar"/>
    <w:uiPriority w:val="99"/>
    <w:semiHidden/>
    <w:unhideWhenUsed/>
    <w:rsid w:val="00ED42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06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703"/>
    <w:pPr>
      <w:ind w:left="720"/>
      <w:contextualSpacing/>
    </w:pPr>
  </w:style>
  <w:style w:type="paragraph" w:customStyle="1" w:styleId="Default">
    <w:name w:val="Default"/>
    <w:rsid w:val="003247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D0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031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031"/>
    <w:rPr>
      <w:rFonts w:eastAsiaTheme="minorHAnsi"/>
      <w:b/>
      <w:bCs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6F3B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b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6F3B8B"/>
    <w:rPr>
      <w:rFonts w:ascii="Tahoma" w:eastAsia="Times New Roman" w:hAnsi="Tahoma" w:cs="Times New Roman"/>
      <w:b/>
      <w:szCs w:val="20"/>
    </w:rPr>
  </w:style>
  <w:style w:type="character" w:styleId="Hyperlink">
    <w:name w:val="Hyperlink"/>
    <w:basedOn w:val="DefaultParagraphFont"/>
    <w:rsid w:val="006F3B8B"/>
    <w:rPr>
      <w:color w:val="0000FF"/>
      <w:u w:val="single"/>
    </w:rPr>
  </w:style>
  <w:style w:type="paragraph" w:styleId="NormalWeb">
    <w:name w:val="Normal (Web)"/>
    <w:basedOn w:val="Normal"/>
    <w:rsid w:val="006F3B8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6F3B8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0020F"/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6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mansourian\Downloads\Alliance%20letterhead_upda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710D56-89A8-4FB7-AA73-AC849AEC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Alliance letterhead_updated</Template>
  <TotalTime>8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 Mansourian</dc:creator>
  <cp:keywords/>
  <dc:description/>
  <cp:lastModifiedBy>Colleen Fitzgerald</cp:lastModifiedBy>
  <cp:revision>2</cp:revision>
  <cp:lastPrinted>2018-07-26T09:23:00Z</cp:lastPrinted>
  <dcterms:created xsi:type="dcterms:W3CDTF">2017-11-30T14:06:00Z</dcterms:created>
  <dcterms:modified xsi:type="dcterms:W3CDTF">2018-10-03T17:10:00Z</dcterms:modified>
</cp:coreProperties>
</file>