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B9052" w14:textId="7E777902" w:rsidR="006F3B8B" w:rsidRPr="00FB11A3" w:rsidRDefault="2364701C" w:rsidP="2F2CE7B6">
      <w:pPr>
        <w:pStyle w:val="Title"/>
        <w:bidi/>
        <w:ind w:left="-270"/>
        <w:rPr>
          <w:rFonts w:asciiTheme="minorHAnsi" w:hAnsiTheme="minorHAnsi"/>
          <w:b w:val="0"/>
          <w:bCs/>
          <w:szCs w:val="24"/>
          <w:rtl/>
        </w:rPr>
      </w:pPr>
      <w:bookmarkStart w:id="0" w:name="_GoBack"/>
      <w:bookmarkEnd w:id="0"/>
      <w:r w:rsidRPr="00FB11A3">
        <w:rPr>
          <w:rFonts w:asciiTheme="minorHAnsi" w:hAnsiTheme="minorHAnsi" w:hint="cs"/>
          <w:b w:val="0"/>
          <w:bCs/>
          <w:szCs w:val="24"/>
          <w:rtl/>
        </w:rPr>
        <w:t xml:space="preserve">تدريب </w:t>
      </w:r>
      <w:r w:rsidR="003C1DA8">
        <w:rPr>
          <w:rFonts w:asciiTheme="minorHAnsi" w:hAnsiTheme="minorHAnsi" w:hint="cs"/>
          <w:b w:val="0"/>
          <w:bCs/>
          <w:szCs w:val="24"/>
          <w:rtl/>
        </w:rPr>
        <w:t>التوجيه والإشراف</w:t>
      </w:r>
      <w:r w:rsidRPr="00FB11A3">
        <w:rPr>
          <w:rFonts w:asciiTheme="minorHAnsi" w:hAnsiTheme="minorHAnsi" w:hint="cs"/>
          <w:b w:val="0"/>
          <w:bCs/>
          <w:szCs w:val="24"/>
          <w:rtl/>
        </w:rPr>
        <w:t xml:space="preserve"> على إدارة الحالة وحماية الطفل</w:t>
      </w:r>
    </w:p>
    <w:p w14:paraId="767B0A21" w14:textId="157A3FF8" w:rsidR="2364701C" w:rsidRPr="00FB11A3" w:rsidRDefault="2364701C" w:rsidP="00F745F8">
      <w:pPr>
        <w:pStyle w:val="Title"/>
        <w:bidi/>
        <w:ind w:left="-270"/>
        <w:rPr>
          <w:szCs w:val="24"/>
          <w:rtl/>
        </w:rPr>
      </w:pPr>
      <w:r w:rsidRPr="00FB11A3">
        <w:rPr>
          <w:rFonts w:asciiTheme="minorHAnsi" w:hAnsiTheme="minorHAnsi" w:hint="cs"/>
          <w:b w:val="0"/>
          <w:szCs w:val="24"/>
          <w:rtl/>
        </w:rPr>
        <w:t>التاريخ، المكان</w:t>
      </w:r>
    </w:p>
    <w:p w14:paraId="69AA2C4B" w14:textId="33EB9D36" w:rsidR="00EB13BA" w:rsidRPr="00FB11A3" w:rsidRDefault="534E21C5" w:rsidP="534E21C5">
      <w:pPr>
        <w:bidi/>
        <w:jc w:val="center"/>
        <w:rPr>
          <w:b/>
          <w:bCs/>
          <w:sz w:val="24"/>
          <w:szCs w:val="24"/>
          <w:rtl/>
        </w:rPr>
      </w:pPr>
      <w:r w:rsidRPr="00FB11A3">
        <w:rPr>
          <w:rFonts w:hint="cs"/>
          <w:b/>
          <w:bCs/>
          <w:sz w:val="24"/>
          <w:szCs w:val="24"/>
          <w:rtl/>
        </w:rPr>
        <w:t>جدول أعمال الدورة التدريبية الممتدة لأربعة أيام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748976B2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0721B2D" w14:textId="77777777" w:rsidR="00EB13BA" w:rsidRDefault="2F2CE7B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الأول</w:t>
            </w:r>
          </w:p>
        </w:tc>
      </w:tr>
      <w:tr w:rsidR="00EB13BA" w14:paraId="6CC17961" w14:textId="77777777" w:rsidTr="534E21C5">
        <w:tc>
          <w:tcPr>
            <w:tcW w:w="4675" w:type="dxa"/>
          </w:tcPr>
          <w:p w14:paraId="589B7356" w14:textId="61A4047D" w:rsidR="00EB13BA" w:rsidRDefault="534E21C5" w:rsidP="00A74DB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9:00 - 11:00</w:t>
            </w:r>
          </w:p>
        </w:tc>
        <w:tc>
          <w:tcPr>
            <w:tcW w:w="4675" w:type="dxa"/>
          </w:tcPr>
          <w:p w14:paraId="5EA4A101" w14:textId="6B117E13" w:rsidR="00EB13BA" w:rsidRDefault="2364701C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التعارف</w:t>
            </w:r>
          </w:p>
        </w:tc>
      </w:tr>
      <w:tr w:rsidR="00EB13BA" w14:paraId="1970332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55A6C28" w14:textId="2989E5AC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8F4265B" w14:textId="1D47F967" w:rsidR="00EB13BA" w:rsidRDefault="00536D2F" w:rsidP="002F5C5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EB13BA" w14:paraId="7DF511D0" w14:textId="77777777" w:rsidTr="534E21C5">
        <w:tc>
          <w:tcPr>
            <w:tcW w:w="4675" w:type="dxa"/>
          </w:tcPr>
          <w:p w14:paraId="0066F43A" w14:textId="026C46F9" w:rsidR="00EB13BA" w:rsidRDefault="534E21C5" w:rsidP="00AD13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11:15 - 12:45</w:t>
            </w:r>
          </w:p>
        </w:tc>
        <w:tc>
          <w:tcPr>
            <w:tcW w:w="4675" w:type="dxa"/>
          </w:tcPr>
          <w:p w14:paraId="08B40A20" w14:textId="6D37B557" w:rsidR="00EB13BA" w:rsidRDefault="2364701C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1: تعريف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0EB13BA" w14:paraId="547C914E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3DB95CE1" w14:textId="5AC356D9" w:rsidR="00EB13BA" w:rsidRDefault="534E21C5" w:rsidP="00AD13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12:45 - 13:45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0B2CE5E7" w14:textId="1BDF6BEC" w:rsidR="00EB13BA" w:rsidRDefault="2F2CE7B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EB13BA" w14:paraId="080C07ED" w14:textId="77777777" w:rsidTr="534E21C5">
        <w:tc>
          <w:tcPr>
            <w:tcW w:w="4675" w:type="dxa"/>
          </w:tcPr>
          <w:p w14:paraId="49DF34A1" w14:textId="4C29D634" w:rsidR="00EB13BA" w:rsidRDefault="534E21C5" w:rsidP="00AD131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13:45 - 16:00</w:t>
            </w:r>
          </w:p>
        </w:tc>
        <w:tc>
          <w:tcPr>
            <w:tcW w:w="4675" w:type="dxa"/>
          </w:tcPr>
          <w:p w14:paraId="12F2CF6B" w14:textId="0D34AB0B" w:rsidR="00EB13BA" w:rsidRDefault="2364701C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1: تعريف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0EB13BA" w14:paraId="680A3F00" w14:textId="77777777" w:rsidTr="534E21C5">
        <w:tc>
          <w:tcPr>
            <w:tcW w:w="4675" w:type="dxa"/>
          </w:tcPr>
          <w:p w14:paraId="426315A1" w14:textId="5DE5FA4B" w:rsidR="00EB13BA" w:rsidRDefault="2364701C" w:rsidP="008C26D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16:00</w:t>
            </w:r>
          </w:p>
        </w:tc>
        <w:tc>
          <w:tcPr>
            <w:tcW w:w="4675" w:type="dxa"/>
          </w:tcPr>
          <w:p w14:paraId="6E41A956" w14:textId="4B778B61" w:rsidR="00EB13BA" w:rsidRDefault="2F2CE7B6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6C1FDF74" w14:textId="77777777" w:rsidR="00EB13BA" w:rsidRDefault="00EB13BA" w:rsidP="00EB13BA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2548C" w14:paraId="234F440E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4D2376E3" w14:textId="1AFB3A12" w:rsidR="00F2548C" w:rsidRDefault="2F2CE7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الثاني</w:t>
            </w:r>
          </w:p>
        </w:tc>
      </w:tr>
      <w:tr w:rsidR="0439A98E" w14:paraId="744E3241" w14:textId="77777777" w:rsidTr="534E21C5">
        <w:tc>
          <w:tcPr>
            <w:tcW w:w="4675" w:type="dxa"/>
          </w:tcPr>
          <w:p w14:paraId="42FFBA8E" w14:textId="7C84098A" w:rsidR="0439A98E" w:rsidRDefault="534E21C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9:00 - 9:30</w:t>
            </w:r>
          </w:p>
        </w:tc>
        <w:tc>
          <w:tcPr>
            <w:tcW w:w="4675" w:type="dxa"/>
          </w:tcPr>
          <w:p w14:paraId="1378DC90" w14:textId="5AB212C6" w:rsidR="0439A98E" w:rsidRDefault="3F5CD5D4" w:rsidP="0439A98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439A98E" w14:paraId="02D649B0" w14:textId="77777777" w:rsidTr="534E21C5">
        <w:trPr>
          <w:trHeight w:val="548"/>
        </w:trPr>
        <w:tc>
          <w:tcPr>
            <w:tcW w:w="4675" w:type="dxa"/>
          </w:tcPr>
          <w:p w14:paraId="398C4A35" w14:textId="7A2F0313" w:rsidR="0439A98E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9:30 - 11:00</w:t>
            </w:r>
          </w:p>
        </w:tc>
        <w:tc>
          <w:tcPr>
            <w:tcW w:w="4675" w:type="dxa"/>
          </w:tcPr>
          <w:p w14:paraId="644B9521" w14:textId="38926FC8" w:rsidR="0439A98E" w:rsidRDefault="00F745F8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2: ممارسات وأدوات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439A98E" w14:paraId="3DE91AD2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5631E260" w14:textId="4AE48EC7" w:rsidR="0439A98E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4EFCA91F" w14:textId="64D71AA1" w:rsidR="0439A98E" w:rsidRDefault="00536D2F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439A98E" w14:paraId="29704806" w14:textId="77777777" w:rsidTr="534E21C5">
        <w:tc>
          <w:tcPr>
            <w:tcW w:w="4675" w:type="dxa"/>
          </w:tcPr>
          <w:p w14:paraId="20B8CCAF" w14:textId="1612329B" w:rsidR="0439A98E" w:rsidRDefault="534E21C5" w:rsidP="005E729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11:15 - 13:00</w:t>
            </w:r>
          </w:p>
        </w:tc>
        <w:tc>
          <w:tcPr>
            <w:tcW w:w="4675" w:type="dxa"/>
          </w:tcPr>
          <w:p w14:paraId="402A9CBB" w14:textId="2B257D90" w:rsidR="0439A98E" w:rsidRDefault="00F745F8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2: ممارسات وأدوات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439A98E" w14:paraId="7FE7AA87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7495C59" w14:textId="6DD874BA" w:rsidR="0439A98E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13:00 - 14:00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125C872" w14:textId="77777777" w:rsidR="0439A98E" w:rsidRDefault="2F2CE7B6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439A98E" w14:paraId="397E987D" w14:textId="77777777" w:rsidTr="534E21C5">
        <w:tc>
          <w:tcPr>
            <w:tcW w:w="4675" w:type="dxa"/>
          </w:tcPr>
          <w:p w14:paraId="45658F26" w14:textId="3AA41B7F" w:rsidR="0439A98E" w:rsidRDefault="534E21C5" w:rsidP="00C9655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14:00 - 16:00</w:t>
            </w:r>
          </w:p>
        </w:tc>
        <w:tc>
          <w:tcPr>
            <w:tcW w:w="4675" w:type="dxa"/>
          </w:tcPr>
          <w:p w14:paraId="79D4867A" w14:textId="584EC671" w:rsidR="0439A98E" w:rsidRDefault="00B035C0" w:rsidP="00F745F8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2: ممارسات وأدوات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3437730D" w14:paraId="4FC8721A" w14:textId="77777777" w:rsidTr="534E21C5">
        <w:tc>
          <w:tcPr>
            <w:tcW w:w="4675" w:type="dxa"/>
          </w:tcPr>
          <w:p w14:paraId="0D3976AF" w14:textId="383CAB72" w:rsidR="3437730D" w:rsidRDefault="008C26DA" w:rsidP="3437730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16:00</w:t>
            </w:r>
          </w:p>
        </w:tc>
        <w:tc>
          <w:tcPr>
            <w:tcW w:w="4675" w:type="dxa"/>
          </w:tcPr>
          <w:p w14:paraId="52B5E115" w14:textId="0438B071" w:rsidR="3437730D" w:rsidRDefault="2364701C" w:rsidP="3437730D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20AEEE9C" w14:textId="77777777" w:rsidR="00EB13BA" w:rsidRDefault="00EB13BA" w:rsidP="00EB13BA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35C0" w14:paraId="4F1EE003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8696A47" w14:textId="58A3FDA2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الثالث</w:t>
            </w:r>
          </w:p>
        </w:tc>
      </w:tr>
      <w:tr w:rsidR="00B035C0" w14:paraId="74389445" w14:textId="77777777" w:rsidTr="534E21C5">
        <w:tc>
          <w:tcPr>
            <w:tcW w:w="4675" w:type="dxa"/>
          </w:tcPr>
          <w:p w14:paraId="6E84B219" w14:textId="4B0F0F79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9:00 - 9:30</w:t>
            </w:r>
          </w:p>
        </w:tc>
        <w:tc>
          <w:tcPr>
            <w:tcW w:w="4675" w:type="dxa"/>
          </w:tcPr>
          <w:p w14:paraId="73B14F35" w14:textId="77777777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0B035C0" w14:paraId="0A1877DA" w14:textId="77777777" w:rsidTr="534E21C5">
        <w:trPr>
          <w:trHeight w:val="548"/>
        </w:trPr>
        <w:tc>
          <w:tcPr>
            <w:tcW w:w="4675" w:type="dxa"/>
          </w:tcPr>
          <w:p w14:paraId="399D0A30" w14:textId="558726C2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9:30 - 11:00</w:t>
            </w:r>
          </w:p>
        </w:tc>
        <w:tc>
          <w:tcPr>
            <w:tcW w:w="4675" w:type="dxa"/>
          </w:tcPr>
          <w:p w14:paraId="589C954C" w14:textId="611FC1AE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3: مهارات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0B035C0" w14:paraId="2D48209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67BAA79B" w14:textId="0BFD8A49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7EBCD519" w14:textId="1A5607E1" w:rsidR="00B035C0" w:rsidRDefault="00536D2F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B035C0" w14:paraId="15718FBB" w14:textId="77777777" w:rsidTr="534E21C5">
        <w:tc>
          <w:tcPr>
            <w:tcW w:w="4675" w:type="dxa"/>
          </w:tcPr>
          <w:p w14:paraId="4316E1C0" w14:textId="70F85323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11:15 - 13:00</w:t>
            </w:r>
          </w:p>
        </w:tc>
        <w:tc>
          <w:tcPr>
            <w:tcW w:w="4675" w:type="dxa"/>
          </w:tcPr>
          <w:p w14:paraId="5FDF529F" w14:textId="71790A24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3: مهارات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0B035C0" w14:paraId="58BFC2E6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40A3B6F9" w14:textId="6B241FA7" w:rsidR="00B035C0" w:rsidRDefault="534E21C5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13:00 - 14:00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3AF5794" w14:textId="77777777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B035C0" w14:paraId="20308806" w14:textId="77777777" w:rsidTr="534E21C5">
        <w:tc>
          <w:tcPr>
            <w:tcW w:w="4675" w:type="dxa"/>
          </w:tcPr>
          <w:p w14:paraId="4FA4CE3E" w14:textId="05CD7CD6" w:rsidR="00B035C0" w:rsidRDefault="00C96552" w:rsidP="008C26D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14:00 - 16:00</w:t>
            </w:r>
          </w:p>
        </w:tc>
        <w:tc>
          <w:tcPr>
            <w:tcW w:w="4675" w:type="dxa"/>
          </w:tcPr>
          <w:p w14:paraId="0088EE74" w14:textId="4B870B40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الوحدة 3: مهارات </w:t>
            </w:r>
            <w:r w:rsidR="003C1DA8">
              <w:rPr>
                <w:rFonts w:hint="cs"/>
                <w:rtl/>
              </w:rPr>
              <w:t>التوجيه والإشراف</w:t>
            </w:r>
          </w:p>
        </w:tc>
      </w:tr>
      <w:tr w:rsidR="00B035C0" w14:paraId="0F0347D8" w14:textId="77777777" w:rsidTr="534E21C5">
        <w:tc>
          <w:tcPr>
            <w:tcW w:w="4675" w:type="dxa"/>
          </w:tcPr>
          <w:p w14:paraId="26A42C53" w14:textId="02F7B562" w:rsidR="00B035C0" w:rsidRDefault="00B035C0" w:rsidP="008C26D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16:00</w:t>
            </w:r>
          </w:p>
        </w:tc>
        <w:tc>
          <w:tcPr>
            <w:tcW w:w="4675" w:type="dxa"/>
          </w:tcPr>
          <w:p w14:paraId="0345275A" w14:textId="77777777" w:rsidR="00B035C0" w:rsidRDefault="00B035C0" w:rsidP="00151D3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الختام</w:t>
            </w:r>
          </w:p>
        </w:tc>
      </w:tr>
    </w:tbl>
    <w:p w14:paraId="566F56FF" w14:textId="77777777" w:rsidR="00B035C0" w:rsidRDefault="00B035C0" w:rsidP="00EB13BA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13BA" w14:paraId="3819ED17" w14:textId="77777777" w:rsidTr="534E21C5">
        <w:tc>
          <w:tcPr>
            <w:tcW w:w="9350" w:type="dxa"/>
            <w:gridSpan w:val="2"/>
            <w:shd w:val="clear" w:color="auto" w:fill="D9D9D9" w:themeFill="background1" w:themeFillShade="D9"/>
          </w:tcPr>
          <w:p w14:paraId="7204AAD0" w14:textId="1730BB69" w:rsidR="00EB13BA" w:rsidRDefault="00B035C0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اليوم الرابع</w:t>
            </w:r>
          </w:p>
        </w:tc>
      </w:tr>
      <w:tr w:rsidR="00EB13BA" w14:paraId="17DA0263" w14:textId="77777777" w:rsidTr="534E21C5">
        <w:tc>
          <w:tcPr>
            <w:tcW w:w="4675" w:type="dxa"/>
          </w:tcPr>
          <w:p w14:paraId="55A96B30" w14:textId="66B74934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9:00 - 9:30</w:t>
            </w:r>
          </w:p>
        </w:tc>
        <w:tc>
          <w:tcPr>
            <w:tcW w:w="4675" w:type="dxa"/>
          </w:tcPr>
          <w:p w14:paraId="5F81F67D" w14:textId="7C4C8B04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الترحيب، المراجعة</w:t>
            </w:r>
          </w:p>
        </w:tc>
      </w:tr>
      <w:tr w:rsidR="00EB13BA" w14:paraId="2B7044CF" w14:textId="77777777" w:rsidTr="534E21C5">
        <w:tc>
          <w:tcPr>
            <w:tcW w:w="4675" w:type="dxa"/>
          </w:tcPr>
          <w:p w14:paraId="219A55CD" w14:textId="758AA602" w:rsidR="00EB13BA" w:rsidRDefault="534E21C5" w:rsidP="00865F9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9:30 - 11:00</w:t>
            </w:r>
          </w:p>
        </w:tc>
        <w:tc>
          <w:tcPr>
            <w:tcW w:w="4675" w:type="dxa"/>
          </w:tcPr>
          <w:p w14:paraId="38DA580A" w14:textId="1DAAD640" w:rsidR="00EB13BA" w:rsidRDefault="534E21C5" w:rsidP="3F5CD5D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00EB13BA" w14:paraId="145F68B3" w14:textId="77777777" w:rsidTr="534E21C5">
        <w:tc>
          <w:tcPr>
            <w:tcW w:w="4675" w:type="dxa"/>
            <w:shd w:val="clear" w:color="auto" w:fill="F2F2F2" w:themeFill="background1" w:themeFillShade="F2"/>
          </w:tcPr>
          <w:p w14:paraId="0D0C967D" w14:textId="63379DB8" w:rsidR="00EB13BA" w:rsidRDefault="534E21C5" w:rsidP="00865F99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11:00 - 11:15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6F5F25B" w14:textId="16C77FFA" w:rsidR="00EB13BA" w:rsidRDefault="00536D2F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استراحة</w:t>
            </w:r>
          </w:p>
        </w:tc>
      </w:tr>
      <w:tr w:rsidR="00EB13BA" w14:paraId="2B2772F6" w14:textId="77777777" w:rsidTr="534E21C5">
        <w:tc>
          <w:tcPr>
            <w:tcW w:w="4675" w:type="dxa"/>
          </w:tcPr>
          <w:p w14:paraId="2B405420" w14:textId="16F5DBE5" w:rsidR="00EB13BA" w:rsidRDefault="534E21C5" w:rsidP="00506E1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11:15 - 12:30</w:t>
            </w:r>
          </w:p>
        </w:tc>
        <w:tc>
          <w:tcPr>
            <w:tcW w:w="4675" w:type="dxa"/>
          </w:tcPr>
          <w:p w14:paraId="5DE812D6" w14:textId="673436EE" w:rsidR="00EB13BA" w:rsidRDefault="534E21C5" w:rsidP="000C3A0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3F5CD5D4" w14:paraId="6AA7A079" w14:textId="77777777" w:rsidTr="00506E17">
        <w:trPr>
          <w:trHeight w:val="242"/>
        </w:trPr>
        <w:tc>
          <w:tcPr>
            <w:tcW w:w="4675" w:type="dxa"/>
            <w:shd w:val="clear" w:color="auto" w:fill="F2F2F2" w:themeFill="background1" w:themeFillShade="F2"/>
          </w:tcPr>
          <w:p w14:paraId="3F95FF84" w14:textId="78E55493" w:rsidR="3F5CD5D4" w:rsidRDefault="534E21C5" w:rsidP="00506E1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12:30 - 13:30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C9C8961" w14:textId="1F5BDB73" w:rsidR="3F5CD5D4" w:rsidRDefault="3F5CD5D4" w:rsidP="3F5CD5D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الغداء</w:t>
            </w:r>
          </w:p>
        </w:tc>
      </w:tr>
      <w:tr w:rsidR="008C26DA" w14:paraId="71D0453B" w14:textId="77777777" w:rsidTr="534E21C5">
        <w:tc>
          <w:tcPr>
            <w:tcW w:w="4675" w:type="dxa"/>
          </w:tcPr>
          <w:p w14:paraId="74F0E319" w14:textId="08CA1E57" w:rsidR="008C26DA" w:rsidRDefault="00506E17" w:rsidP="00506E1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13:30 - 14:30</w:t>
            </w:r>
          </w:p>
        </w:tc>
        <w:tc>
          <w:tcPr>
            <w:tcW w:w="4675" w:type="dxa"/>
          </w:tcPr>
          <w:p w14:paraId="5845335C" w14:textId="3D0849F0" w:rsidR="008C26DA" w:rsidRDefault="534E21C5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الوحدة 4: رعاية العاملين وسلامتهم</w:t>
            </w:r>
          </w:p>
        </w:tc>
      </w:tr>
      <w:tr w:rsidR="00B035C0" w14:paraId="315021BD" w14:textId="77777777" w:rsidTr="534E21C5">
        <w:tc>
          <w:tcPr>
            <w:tcW w:w="4675" w:type="dxa"/>
          </w:tcPr>
          <w:p w14:paraId="75D12951" w14:textId="703BE082" w:rsidR="00B035C0" w:rsidRDefault="00506E17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14:30 - 16:00</w:t>
            </w:r>
          </w:p>
        </w:tc>
        <w:tc>
          <w:tcPr>
            <w:tcW w:w="4675" w:type="dxa"/>
          </w:tcPr>
          <w:p w14:paraId="742B0448" w14:textId="0BA91F98" w:rsidR="00B035C0" w:rsidRDefault="00B035C0" w:rsidP="00B035C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وحدة الختام</w:t>
            </w:r>
          </w:p>
        </w:tc>
      </w:tr>
    </w:tbl>
    <w:p w14:paraId="0C74667C" w14:textId="77777777" w:rsidR="00EB13BA" w:rsidRDefault="00EB13BA" w:rsidP="00EB13BA"/>
    <w:p w14:paraId="05C39DDF" w14:textId="77777777" w:rsidR="00F2548C" w:rsidRDefault="00F2548C" w:rsidP="00EB13BA"/>
    <w:p w14:paraId="3C8C1B93" w14:textId="77777777" w:rsidR="00F2548C" w:rsidRDefault="00F2548C" w:rsidP="00EB13BA"/>
    <w:p w14:paraId="660AACA5" w14:textId="77777777" w:rsidR="00F2548C" w:rsidRDefault="00F2548C" w:rsidP="00EB13BA"/>
    <w:p w14:paraId="1704DD80" w14:textId="77777777" w:rsidR="00EB13BA" w:rsidRDefault="00EB13BA" w:rsidP="00EB13BA"/>
    <w:p w14:paraId="6936A2D8" w14:textId="77777777" w:rsidR="00EB13BA" w:rsidRDefault="00EB13BA" w:rsidP="00EB13BA"/>
    <w:p w14:paraId="7DC2A38A" w14:textId="31D435BC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06190" w14:textId="77777777" w:rsidR="00E04992" w:rsidRDefault="00E04992" w:rsidP="00ED4293">
      <w:r>
        <w:separator/>
      </w:r>
    </w:p>
  </w:endnote>
  <w:endnote w:type="continuationSeparator" w:id="0">
    <w:p w14:paraId="179B8EA0" w14:textId="77777777" w:rsidR="00E04992" w:rsidRDefault="00E04992" w:rsidP="00ED4293">
      <w:r>
        <w:continuationSeparator/>
      </w:r>
    </w:p>
  </w:endnote>
  <w:endnote w:type="continuationNotice" w:id="1">
    <w:p w14:paraId="3B21A0EE" w14:textId="77777777" w:rsidR="00E04992" w:rsidRDefault="00E049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D30DF" w14:textId="77777777" w:rsidR="00ED4293" w:rsidRDefault="00E04992">
    <w:pPr>
      <w:pStyle w:val="Footer"/>
      <w:bidi/>
      <w:rPr>
        <w:rtl/>
      </w:rPr>
    </w:pPr>
    <w:sdt>
      <w:sdtPr>
        <w:rPr>
          <w:rtl/>
        </w:rPr>
        <w:id w:val="969400743"/>
        <w:temporary/>
        <w:showingPlcHdr/>
      </w:sdtPr>
      <w:sdtEndPr/>
      <w:sdtContent>
        <w:r w:rsidR="000C27B2">
          <w:rPr>
            <w:rFonts w:hint="cs"/>
            <w:rtl/>
          </w:rPr>
          <w:t>[أدخل النص]</w:t>
        </w:r>
      </w:sdtContent>
    </w:sdt>
    <w:r w:rsidR="000C27B2">
      <w:rPr>
        <w:rFonts w:hint="cs"/>
        <w:rtl/>
      </w:rPr>
      <w:ptab w:relativeTo="margin" w:alignment="center" w:leader="none"/>
    </w:r>
    <w:sdt>
      <w:sdtPr>
        <w:rPr>
          <w:rtl/>
        </w:rPr>
        <w:id w:val="969400748"/>
        <w:temporary/>
        <w:showingPlcHdr/>
      </w:sdtPr>
      <w:sdtEndPr/>
      <w:sdtContent>
        <w:r w:rsidR="000C27B2">
          <w:rPr>
            <w:rFonts w:hint="cs"/>
            <w:rtl/>
          </w:rPr>
          <w:t>[أدخل النص]</w:t>
        </w:r>
      </w:sdtContent>
    </w:sdt>
    <w:r w:rsidR="000C27B2">
      <w:rPr>
        <w:rFonts w:hint="cs"/>
        <w:rtl/>
      </w:rPr>
      <w:ptab w:relativeTo="margin" w:alignment="right" w:leader="none"/>
    </w:r>
    <w:sdt>
      <w:sdtPr>
        <w:rPr>
          <w:rtl/>
        </w:rPr>
        <w:id w:val="969400753"/>
        <w:temporary/>
        <w:showingPlcHdr/>
      </w:sdtPr>
      <w:sdtEndPr/>
      <w:sdtContent>
        <w:r w:rsidR="000C27B2">
          <w:rPr>
            <w:rFonts w:hint="cs"/>
            <w:rtl/>
          </w:rPr>
          <w:t>[أدخل النص]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2D474" w14:textId="77777777" w:rsidR="00ED4293" w:rsidRDefault="00ED4293">
    <w:pPr>
      <w:pStyle w:val="Footer"/>
      <w:bidi/>
      <w:rPr>
        <w:rtl/>
      </w:rPr>
    </w:pPr>
    <w:r>
      <w:rPr>
        <w:rFonts w:hint="cs"/>
        <w:rtl/>
      </w:rPr>
      <w:ptab w:relativeTo="margin" w:alignment="center" w:leader="none"/>
    </w:r>
    <w:r>
      <w:rPr>
        <w:rFonts w:hint="cs"/>
        <w:noProof/>
        <w:rtl/>
        <w:lang w:val="en-US" w:bidi="ar-SA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74F9F" w14:textId="77777777" w:rsidR="00E04992" w:rsidRDefault="00E04992" w:rsidP="00ED4293">
      <w:r>
        <w:separator/>
      </w:r>
    </w:p>
  </w:footnote>
  <w:footnote w:type="continuationSeparator" w:id="0">
    <w:p w14:paraId="7DC3B1E6" w14:textId="77777777" w:rsidR="00E04992" w:rsidRDefault="00E04992" w:rsidP="00ED4293">
      <w:r>
        <w:continuationSeparator/>
      </w:r>
    </w:p>
  </w:footnote>
  <w:footnote w:type="continuationNotice" w:id="1">
    <w:p w14:paraId="4F848B4A" w14:textId="77777777" w:rsidR="00E04992" w:rsidRDefault="00E049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4E297" w14:textId="77777777" w:rsidR="00ED4293" w:rsidRDefault="00E04992">
    <w:pPr>
      <w:pStyle w:val="Header"/>
      <w:bidi/>
      <w:rPr>
        <w:rtl/>
      </w:rPr>
    </w:pPr>
    <w:sdt>
      <w:sdtPr>
        <w:rPr>
          <w:rtl/>
        </w:rPr>
        <w:id w:val="171999623"/>
        <w:temporary/>
        <w:showingPlcHdr/>
      </w:sdtPr>
      <w:sdtEndPr/>
      <w:sdtContent>
        <w:r w:rsidR="000C27B2">
          <w:rPr>
            <w:rFonts w:hint="cs"/>
            <w:rtl/>
          </w:rPr>
          <w:t>[أدخل النص]</w:t>
        </w:r>
      </w:sdtContent>
    </w:sdt>
    <w:r w:rsidR="000C27B2">
      <w:rPr>
        <w:rFonts w:hint="cs"/>
        <w:rtl/>
      </w:rPr>
      <w:ptab w:relativeTo="margin" w:alignment="center" w:leader="none"/>
    </w:r>
    <w:sdt>
      <w:sdtPr>
        <w:rPr>
          <w:rtl/>
        </w:rPr>
        <w:id w:val="171999624"/>
        <w:temporary/>
        <w:showingPlcHdr/>
      </w:sdtPr>
      <w:sdtEndPr/>
      <w:sdtContent>
        <w:r w:rsidR="000C27B2">
          <w:rPr>
            <w:rFonts w:hint="cs"/>
            <w:rtl/>
          </w:rPr>
          <w:t>[أدخل النص]</w:t>
        </w:r>
      </w:sdtContent>
    </w:sdt>
    <w:r w:rsidR="000C27B2">
      <w:rPr>
        <w:rFonts w:hint="cs"/>
        <w:rtl/>
      </w:rPr>
      <w:ptab w:relativeTo="margin" w:alignment="right" w:leader="none"/>
    </w:r>
    <w:sdt>
      <w:sdtPr>
        <w:rPr>
          <w:rtl/>
        </w:rPr>
        <w:id w:val="171999625"/>
        <w:temporary/>
        <w:showingPlcHdr/>
      </w:sdtPr>
      <w:sdtEndPr/>
      <w:sdtContent>
        <w:r w:rsidR="000C27B2">
          <w:rPr>
            <w:rFonts w:hint="cs"/>
            <w:rtl/>
          </w:rPr>
          <w:t>[أدخل النص]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64A75" w14:textId="77777777" w:rsidR="00ED4293" w:rsidRDefault="00ED4293" w:rsidP="00C27803">
    <w:pPr>
      <w:pStyle w:val="Header"/>
      <w:bidi/>
      <w:ind w:left="-1800" w:right="-1765"/>
      <w:rPr>
        <w:rtl/>
      </w:rPr>
    </w:pPr>
    <w:r>
      <w:rPr>
        <w:rFonts w:hint="cs"/>
        <w:rtl/>
      </w:rPr>
      <w:ptab w:relativeTo="margin" w:alignment="center" w:leader="none"/>
    </w:r>
    <w:r>
      <w:rPr>
        <w:rFonts w:hint="cs"/>
        <w:noProof/>
        <w:rtl/>
        <w:lang w:val="en-US" w:bidi="ar-SA"/>
      </w:rPr>
      <w:drawing>
        <wp:inline distT="0" distB="0" distL="0" distR="0" wp14:anchorId="1EF05D06" wp14:editId="32245AD8">
          <wp:extent cx="7556500" cy="914103"/>
          <wp:effectExtent l="0" t="0" r="635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rtl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1F"/>
    <w:rsid w:val="000620B6"/>
    <w:rsid w:val="0007573D"/>
    <w:rsid w:val="000B5921"/>
    <w:rsid w:val="000C27B2"/>
    <w:rsid w:val="001337EF"/>
    <w:rsid w:val="0014560E"/>
    <w:rsid w:val="001C6330"/>
    <w:rsid w:val="001F1707"/>
    <w:rsid w:val="001F6A40"/>
    <w:rsid w:val="00243690"/>
    <w:rsid w:val="0025481F"/>
    <w:rsid w:val="002B3191"/>
    <w:rsid w:val="002C3441"/>
    <w:rsid w:val="002F5C54"/>
    <w:rsid w:val="00324703"/>
    <w:rsid w:val="00337FD9"/>
    <w:rsid w:val="003446F3"/>
    <w:rsid w:val="00365794"/>
    <w:rsid w:val="00365B18"/>
    <w:rsid w:val="003728FC"/>
    <w:rsid w:val="003A2DAD"/>
    <w:rsid w:val="003C1DA8"/>
    <w:rsid w:val="003F6B7C"/>
    <w:rsid w:val="00402EFF"/>
    <w:rsid w:val="004363AE"/>
    <w:rsid w:val="0044104D"/>
    <w:rsid w:val="00455710"/>
    <w:rsid w:val="00457AB6"/>
    <w:rsid w:val="00467D48"/>
    <w:rsid w:val="00475156"/>
    <w:rsid w:val="004934E2"/>
    <w:rsid w:val="004C2F21"/>
    <w:rsid w:val="004C32CB"/>
    <w:rsid w:val="004E0E3D"/>
    <w:rsid w:val="00506E17"/>
    <w:rsid w:val="00514FF4"/>
    <w:rsid w:val="00524D2E"/>
    <w:rsid w:val="00536D2F"/>
    <w:rsid w:val="00545CDC"/>
    <w:rsid w:val="00552580"/>
    <w:rsid w:val="0056435D"/>
    <w:rsid w:val="00570223"/>
    <w:rsid w:val="005E7294"/>
    <w:rsid w:val="005F7875"/>
    <w:rsid w:val="006411E7"/>
    <w:rsid w:val="00641332"/>
    <w:rsid w:val="00677C68"/>
    <w:rsid w:val="006A4192"/>
    <w:rsid w:val="006C144C"/>
    <w:rsid w:val="006F3B8B"/>
    <w:rsid w:val="00714811"/>
    <w:rsid w:val="00751B70"/>
    <w:rsid w:val="007B401D"/>
    <w:rsid w:val="007C4436"/>
    <w:rsid w:val="007D0031"/>
    <w:rsid w:val="007F3E37"/>
    <w:rsid w:val="0084648F"/>
    <w:rsid w:val="00865F99"/>
    <w:rsid w:val="008C26DA"/>
    <w:rsid w:val="008C314D"/>
    <w:rsid w:val="00925C95"/>
    <w:rsid w:val="0092621F"/>
    <w:rsid w:val="009275A3"/>
    <w:rsid w:val="00960E96"/>
    <w:rsid w:val="009865E3"/>
    <w:rsid w:val="009929E0"/>
    <w:rsid w:val="009B477A"/>
    <w:rsid w:val="00A2060C"/>
    <w:rsid w:val="00A40A0A"/>
    <w:rsid w:val="00A74DB9"/>
    <w:rsid w:val="00A9470D"/>
    <w:rsid w:val="00AB7821"/>
    <w:rsid w:val="00AC7A8C"/>
    <w:rsid w:val="00AD1312"/>
    <w:rsid w:val="00B035C0"/>
    <w:rsid w:val="00B4087E"/>
    <w:rsid w:val="00B83B5A"/>
    <w:rsid w:val="00B97BAF"/>
    <w:rsid w:val="00BD33E7"/>
    <w:rsid w:val="00C11487"/>
    <w:rsid w:val="00C1660A"/>
    <w:rsid w:val="00C27803"/>
    <w:rsid w:val="00C37E90"/>
    <w:rsid w:val="00C42914"/>
    <w:rsid w:val="00C96552"/>
    <w:rsid w:val="00D04688"/>
    <w:rsid w:val="00D10EF9"/>
    <w:rsid w:val="00D54F26"/>
    <w:rsid w:val="00D72DF9"/>
    <w:rsid w:val="00DB6189"/>
    <w:rsid w:val="00DD240B"/>
    <w:rsid w:val="00DD3455"/>
    <w:rsid w:val="00DD3FF3"/>
    <w:rsid w:val="00E04992"/>
    <w:rsid w:val="00E12BF4"/>
    <w:rsid w:val="00EA4A17"/>
    <w:rsid w:val="00EB13BA"/>
    <w:rsid w:val="00ED4293"/>
    <w:rsid w:val="00EF6FFD"/>
    <w:rsid w:val="00F104FC"/>
    <w:rsid w:val="00F2548C"/>
    <w:rsid w:val="00F745F8"/>
    <w:rsid w:val="00FB11A3"/>
    <w:rsid w:val="00FC1FE7"/>
    <w:rsid w:val="00FD55C6"/>
    <w:rsid w:val="0439A98E"/>
    <w:rsid w:val="1143F926"/>
    <w:rsid w:val="2364701C"/>
    <w:rsid w:val="2F2CE7B6"/>
    <w:rsid w:val="32399529"/>
    <w:rsid w:val="3437730D"/>
    <w:rsid w:val="3F5CD5D4"/>
    <w:rsid w:val="534E21C5"/>
    <w:rsid w:val="56A096D8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0487BE"/>
  <w14:defaultImageDpi w14:val="300"/>
  <w15:docId w15:val="{D2AE6E08-42A2-443C-B57C-44ECB9E4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AE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65B18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1A4D6D-979B-453D-B6B7-225BE130D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</Template>
  <TotalTime>32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Colleen Fitzgerald</cp:lastModifiedBy>
  <cp:revision>2</cp:revision>
  <cp:lastPrinted>2018-07-26T09:24:00Z</cp:lastPrinted>
  <dcterms:created xsi:type="dcterms:W3CDTF">2018-04-02T20:57:00Z</dcterms:created>
  <dcterms:modified xsi:type="dcterms:W3CDTF">2018-10-03T17:11:00Z</dcterms:modified>
</cp:coreProperties>
</file>